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56EFB" w14:textId="326727A8" w:rsidR="006E5D65" w:rsidRPr="00426F5F" w:rsidRDefault="00B26FC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26F5F">
        <w:rPr>
          <w:rFonts w:ascii="Corbel" w:hAnsi="Corbel"/>
          <w:b/>
          <w:bCs/>
        </w:rPr>
        <w:t xml:space="preserve"> </w:t>
      </w:r>
      <w:r w:rsidR="00997F14" w:rsidRPr="00426F5F">
        <w:rPr>
          <w:rFonts w:ascii="Corbel" w:hAnsi="Corbel"/>
          <w:b/>
          <w:bCs/>
        </w:rPr>
        <w:t xml:space="preserve"> </w:t>
      </w:r>
      <w:r w:rsidR="00CD6897" w:rsidRPr="00426F5F">
        <w:rPr>
          <w:rFonts w:ascii="Corbel" w:hAnsi="Corbel"/>
          <w:b/>
          <w:bCs/>
        </w:rPr>
        <w:tab/>
      </w:r>
      <w:r w:rsidR="00CD6897" w:rsidRPr="00426F5F">
        <w:rPr>
          <w:rFonts w:ascii="Corbel" w:hAnsi="Corbel"/>
          <w:b/>
          <w:bCs/>
        </w:rPr>
        <w:tab/>
      </w:r>
      <w:r w:rsidR="00CD6897" w:rsidRPr="00426F5F">
        <w:rPr>
          <w:rFonts w:ascii="Corbel" w:hAnsi="Corbel"/>
          <w:b/>
          <w:bCs/>
        </w:rPr>
        <w:tab/>
      </w:r>
      <w:r w:rsidR="00CD6897" w:rsidRPr="00426F5F">
        <w:rPr>
          <w:rFonts w:ascii="Corbel" w:hAnsi="Corbel"/>
          <w:b/>
          <w:bCs/>
        </w:rPr>
        <w:tab/>
      </w:r>
      <w:r w:rsidR="00CD6897" w:rsidRPr="00426F5F">
        <w:rPr>
          <w:rFonts w:ascii="Corbel" w:hAnsi="Corbel"/>
          <w:b/>
          <w:bCs/>
        </w:rPr>
        <w:tab/>
      </w:r>
      <w:r w:rsidR="00CD6897" w:rsidRPr="00426F5F">
        <w:rPr>
          <w:rFonts w:ascii="Corbel" w:hAnsi="Corbel"/>
          <w:b/>
          <w:bCs/>
        </w:rPr>
        <w:tab/>
      </w:r>
      <w:r w:rsidR="00D8678B" w:rsidRPr="00426F5F">
        <w:rPr>
          <w:rFonts w:ascii="Corbel" w:hAnsi="Corbel"/>
          <w:bCs/>
          <w:i/>
        </w:rPr>
        <w:t xml:space="preserve">Załącznik nr </w:t>
      </w:r>
      <w:r w:rsidR="006F31E2" w:rsidRPr="00426F5F">
        <w:rPr>
          <w:rFonts w:ascii="Corbel" w:hAnsi="Corbel"/>
          <w:bCs/>
          <w:i/>
        </w:rPr>
        <w:t>1.5</w:t>
      </w:r>
      <w:r w:rsidR="00D8678B" w:rsidRPr="00426F5F">
        <w:rPr>
          <w:rFonts w:ascii="Corbel" w:hAnsi="Corbel"/>
          <w:bCs/>
          <w:i/>
        </w:rPr>
        <w:t xml:space="preserve"> do Zarządzenia</w:t>
      </w:r>
      <w:r w:rsidR="002A22BF" w:rsidRPr="00426F5F">
        <w:rPr>
          <w:rFonts w:ascii="Corbel" w:hAnsi="Corbel"/>
          <w:bCs/>
          <w:i/>
        </w:rPr>
        <w:t xml:space="preserve"> Rektora </w:t>
      </w:r>
      <w:r w:rsidR="00C81AC6" w:rsidRPr="00426F5F">
        <w:rPr>
          <w:rFonts w:ascii="Corbel" w:hAnsi="Corbel"/>
          <w:bCs/>
          <w:i/>
        </w:rPr>
        <w:t>UR nr</w:t>
      </w:r>
      <w:r w:rsidR="00CD6897" w:rsidRPr="00426F5F">
        <w:rPr>
          <w:rFonts w:ascii="Corbel" w:hAnsi="Corbel"/>
          <w:bCs/>
          <w:i/>
        </w:rPr>
        <w:t xml:space="preserve"> </w:t>
      </w:r>
      <w:r w:rsidR="00426F5F">
        <w:rPr>
          <w:rFonts w:ascii="Corbel" w:hAnsi="Corbel"/>
          <w:bCs/>
          <w:i/>
        </w:rPr>
        <w:t>61</w:t>
      </w:r>
      <w:r w:rsidR="00F17567" w:rsidRPr="00426F5F">
        <w:rPr>
          <w:rFonts w:ascii="Corbel" w:hAnsi="Corbel"/>
          <w:bCs/>
          <w:i/>
        </w:rPr>
        <w:t>/20</w:t>
      </w:r>
      <w:r w:rsidR="00426F5F">
        <w:rPr>
          <w:rFonts w:ascii="Corbel" w:hAnsi="Corbel"/>
          <w:bCs/>
          <w:i/>
        </w:rPr>
        <w:t>25</w:t>
      </w:r>
    </w:p>
    <w:p w14:paraId="55EF4D8D" w14:textId="77777777" w:rsidR="0085747A" w:rsidRPr="00426F5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26F5F">
        <w:rPr>
          <w:rFonts w:ascii="Corbel" w:hAnsi="Corbel"/>
          <w:b/>
          <w:smallCaps/>
          <w:sz w:val="24"/>
          <w:szCs w:val="24"/>
        </w:rPr>
        <w:t>SYLABUS</w:t>
      </w:r>
    </w:p>
    <w:p w14:paraId="587F072B" w14:textId="15DA8E2E" w:rsidR="0085747A" w:rsidRPr="00426F5F" w:rsidRDefault="0071620A" w:rsidP="00501D1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26F5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26F5F">
        <w:rPr>
          <w:rFonts w:ascii="Corbel" w:hAnsi="Corbel"/>
          <w:b/>
          <w:smallCaps/>
          <w:sz w:val="24"/>
          <w:szCs w:val="24"/>
        </w:rPr>
        <w:t xml:space="preserve"> </w:t>
      </w:r>
      <w:r w:rsidR="00426F5F">
        <w:rPr>
          <w:rFonts w:ascii="Corbel" w:hAnsi="Corbel"/>
          <w:b/>
          <w:smallCaps/>
          <w:sz w:val="24"/>
          <w:szCs w:val="24"/>
        </w:rPr>
        <w:t xml:space="preserve">  </w:t>
      </w:r>
      <w:r w:rsidR="000F607F" w:rsidRPr="00426F5F">
        <w:rPr>
          <w:rFonts w:ascii="Corbel" w:hAnsi="Corbel"/>
          <w:b/>
          <w:bCs/>
          <w:iCs/>
          <w:sz w:val="24"/>
          <w:szCs w:val="24"/>
        </w:rPr>
        <w:t>202</w:t>
      </w:r>
      <w:r w:rsidR="00426F5F" w:rsidRPr="00426F5F">
        <w:rPr>
          <w:rFonts w:ascii="Corbel" w:hAnsi="Corbel"/>
          <w:b/>
          <w:bCs/>
          <w:iCs/>
          <w:sz w:val="24"/>
          <w:szCs w:val="24"/>
        </w:rPr>
        <w:t>5</w:t>
      </w:r>
      <w:r w:rsidR="000F607F" w:rsidRPr="00426F5F">
        <w:rPr>
          <w:rFonts w:ascii="Corbel" w:hAnsi="Corbel"/>
          <w:b/>
          <w:bCs/>
          <w:iCs/>
          <w:sz w:val="24"/>
          <w:szCs w:val="24"/>
        </w:rPr>
        <w:t>-20</w:t>
      </w:r>
      <w:r w:rsidR="00426F5F" w:rsidRPr="00426F5F">
        <w:rPr>
          <w:rFonts w:ascii="Corbel" w:hAnsi="Corbel"/>
          <w:b/>
          <w:bCs/>
          <w:iCs/>
          <w:sz w:val="24"/>
          <w:szCs w:val="24"/>
        </w:rPr>
        <w:t>30</w:t>
      </w:r>
    </w:p>
    <w:p w14:paraId="1C42DA82" w14:textId="77777777" w:rsidR="00501D15" w:rsidRPr="00426F5F" w:rsidRDefault="00501D15" w:rsidP="00C81AC6">
      <w:pPr>
        <w:spacing w:after="0" w:line="240" w:lineRule="exact"/>
        <w:jc w:val="center"/>
        <w:rPr>
          <w:rFonts w:ascii="Corbel" w:hAnsi="Corbel"/>
          <w:i/>
          <w:iCs/>
          <w:sz w:val="20"/>
          <w:szCs w:val="20"/>
        </w:rPr>
      </w:pPr>
      <w:r w:rsidRPr="00426F5F">
        <w:rPr>
          <w:rFonts w:ascii="Corbel" w:hAnsi="Corbel"/>
          <w:sz w:val="20"/>
          <w:szCs w:val="20"/>
        </w:rPr>
        <w:tab/>
      </w:r>
      <w:r w:rsidRPr="00426F5F">
        <w:rPr>
          <w:rFonts w:ascii="Corbel" w:hAnsi="Corbel"/>
          <w:sz w:val="20"/>
          <w:szCs w:val="20"/>
        </w:rPr>
        <w:tab/>
      </w:r>
      <w:r w:rsidRPr="00426F5F">
        <w:rPr>
          <w:rFonts w:ascii="Corbel" w:hAnsi="Corbel"/>
          <w:sz w:val="20"/>
          <w:szCs w:val="20"/>
        </w:rPr>
        <w:tab/>
      </w:r>
      <w:r w:rsidRPr="00426F5F">
        <w:rPr>
          <w:rFonts w:ascii="Corbel" w:hAnsi="Corbel"/>
          <w:sz w:val="20"/>
          <w:szCs w:val="20"/>
        </w:rPr>
        <w:tab/>
      </w:r>
      <w:r w:rsidRPr="00426F5F">
        <w:rPr>
          <w:rFonts w:ascii="Corbel" w:hAnsi="Corbel"/>
          <w:i/>
          <w:iCs/>
          <w:sz w:val="20"/>
          <w:szCs w:val="20"/>
        </w:rPr>
        <w:t>(skrajne daty)</w:t>
      </w:r>
    </w:p>
    <w:p w14:paraId="4BC5778E" w14:textId="3ABFCBAB" w:rsidR="00445970" w:rsidRPr="00426F5F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26F5F">
        <w:rPr>
          <w:rFonts w:ascii="Corbel" w:hAnsi="Corbel"/>
          <w:sz w:val="20"/>
          <w:szCs w:val="20"/>
        </w:rPr>
        <w:t>Rok akademicki</w:t>
      </w:r>
      <w:r w:rsidR="00B26FC4" w:rsidRPr="00426F5F">
        <w:rPr>
          <w:rFonts w:ascii="Corbel" w:hAnsi="Corbel"/>
          <w:sz w:val="20"/>
          <w:szCs w:val="20"/>
        </w:rPr>
        <w:t xml:space="preserve"> </w:t>
      </w:r>
      <w:r w:rsidR="00501D15" w:rsidRPr="00426F5F">
        <w:rPr>
          <w:rFonts w:ascii="Corbel" w:hAnsi="Corbel"/>
          <w:sz w:val="20"/>
          <w:szCs w:val="20"/>
        </w:rPr>
        <w:t>20</w:t>
      </w:r>
      <w:r w:rsidR="00BE7D0D" w:rsidRPr="00426F5F">
        <w:rPr>
          <w:rFonts w:ascii="Corbel" w:hAnsi="Corbel"/>
          <w:sz w:val="20"/>
          <w:szCs w:val="20"/>
        </w:rPr>
        <w:t>2</w:t>
      </w:r>
      <w:r w:rsidR="00426F5F">
        <w:rPr>
          <w:rFonts w:ascii="Corbel" w:hAnsi="Corbel"/>
          <w:sz w:val="20"/>
          <w:szCs w:val="20"/>
        </w:rPr>
        <w:t>8</w:t>
      </w:r>
      <w:r w:rsidR="000F607F" w:rsidRPr="00426F5F">
        <w:rPr>
          <w:rFonts w:ascii="Corbel" w:hAnsi="Corbel"/>
          <w:sz w:val="20"/>
          <w:szCs w:val="20"/>
        </w:rPr>
        <w:t>/202</w:t>
      </w:r>
      <w:r w:rsidR="00426F5F">
        <w:rPr>
          <w:rFonts w:ascii="Corbel" w:hAnsi="Corbel"/>
          <w:sz w:val="20"/>
          <w:szCs w:val="20"/>
        </w:rPr>
        <w:t>9</w:t>
      </w:r>
    </w:p>
    <w:p w14:paraId="7188639E" w14:textId="77777777" w:rsidR="0085747A" w:rsidRPr="00426F5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6286DB" w14:textId="77777777" w:rsidR="0085747A" w:rsidRPr="00426F5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26F5F">
        <w:rPr>
          <w:rFonts w:ascii="Corbel" w:hAnsi="Corbel"/>
          <w:szCs w:val="24"/>
        </w:rPr>
        <w:t xml:space="preserve">1. </w:t>
      </w:r>
      <w:r w:rsidR="0085747A" w:rsidRPr="00426F5F">
        <w:rPr>
          <w:rFonts w:ascii="Corbel" w:hAnsi="Corbel"/>
          <w:szCs w:val="24"/>
        </w:rPr>
        <w:t xml:space="preserve">Podstawowe </w:t>
      </w:r>
      <w:r w:rsidR="00445970" w:rsidRPr="00426F5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26F5F" w14:paraId="02D535E5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16DC4D1D" w14:textId="77777777" w:rsidR="0085747A" w:rsidRPr="00426F5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8704F0" w14:textId="77777777" w:rsidR="0085747A" w:rsidRPr="00426F5F" w:rsidRDefault="00B26F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color w:val="auto"/>
                <w:sz w:val="22"/>
              </w:rPr>
              <w:t>Reglamentacja działalności lotniczej</w:t>
            </w:r>
          </w:p>
        </w:tc>
      </w:tr>
      <w:tr w:rsidR="0085747A" w:rsidRPr="00426F5F" w14:paraId="20D2DAC9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48814957" w14:textId="77777777" w:rsidR="0085747A" w:rsidRPr="00426F5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26F5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E75C76" w14:textId="77777777" w:rsidR="0085747A" w:rsidRPr="00426F5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26F5F" w14:paraId="018404FB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5420022C" w14:textId="0C75DE3E" w:rsidR="0085747A" w:rsidRPr="00426F5F" w:rsidRDefault="00426F5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426F5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26F5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0031D1" w14:textId="3E31E29A" w:rsidR="0085747A" w:rsidRPr="00426F5F" w:rsidRDefault="007B1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501D15" w:rsidRPr="00426F5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26F5F" w14:paraId="27CA27BA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40BFD3F2" w14:textId="77777777" w:rsidR="0085747A" w:rsidRPr="00426F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32BEB0" w14:textId="1ACF0131" w:rsidR="0085747A" w:rsidRPr="00426F5F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color w:val="auto"/>
                <w:sz w:val="22"/>
              </w:rPr>
              <w:t>Zakład Prawa Gospodarczego</w:t>
            </w:r>
            <w:r w:rsidR="00501D15" w:rsidRPr="00426F5F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</w:p>
        </w:tc>
      </w:tr>
      <w:tr w:rsidR="0085747A" w:rsidRPr="00426F5F" w14:paraId="61486166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1162D07B" w14:textId="77777777" w:rsidR="0085747A" w:rsidRPr="00426F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4C438" w14:textId="77777777" w:rsidR="0085747A" w:rsidRPr="00426F5F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5747A" w:rsidRPr="00426F5F" w14:paraId="43C30119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30CD63B7" w14:textId="77777777" w:rsidR="0085747A" w:rsidRPr="00426F5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773F44" w14:textId="6F69182A" w:rsidR="0085747A" w:rsidRPr="00426F5F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color w:val="auto"/>
                <w:sz w:val="22"/>
              </w:rPr>
              <w:t xml:space="preserve">Jednolite </w:t>
            </w:r>
            <w:r w:rsidR="00426F5F">
              <w:rPr>
                <w:rFonts w:ascii="Corbel" w:hAnsi="Corbel"/>
                <w:b w:val="0"/>
                <w:color w:val="auto"/>
                <w:sz w:val="22"/>
              </w:rPr>
              <w:t>m</w:t>
            </w:r>
            <w:r w:rsidRPr="00426F5F">
              <w:rPr>
                <w:rFonts w:ascii="Corbel" w:hAnsi="Corbel"/>
                <w:b w:val="0"/>
                <w:color w:val="auto"/>
                <w:sz w:val="22"/>
              </w:rPr>
              <w:t>agisterskie</w:t>
            </w:r>
          </w:p>
        </w:tc>
      </w:tr>
      <w:tr w:rsidR="0085747A" w:rsidRPr="00426F5F" w14:paraId="1CEF3C3D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2B0DFD6A" w14:textId="77777777" w:rsidR="0085747A" w:rsidRPr="00426F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BFA379" w14:textId="77777777" w:rsidR="0085747A" w:rsidRPr="00426F5F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426F5F" w14:paraId="543C1322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20E6BD7D" w14:textId="77777777" w:rsidR="0085747A" w:rsidRPr="00426F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002945" w14:textId="77777777" w:rsidR="0085747A" w:rsidRPr="00426F5F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426F5F" w14:paraId="60A751A1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1FB6DBBE" w14:textId="77777777" w:rsidR="0085747A" w:rsidRPr="00426F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26F5F">
              <w:rPr>
                <w:rFonts w:ascii="Corbel" w:hAnsi="Corbel"/>
                <w:sz w:val="24"/>
                <w:szCs w:val="24"/>
              </w:rPr>
              <w:t>/y</w:t>
            </w:r>
            <w:r w:rsidRPr="00426F5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18BA13" w14:textId="77777777" w:rsidR="0085747A" w:rsidRPr="00426F5F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426F5F">
              <w:rPr>
                <w:rFonts w:ascii="Corbel" w:hAnsi="Corbel"/>
                <w:b w:val="0"/>
              </w:rPr>
              <w:t>I</w:t>
            </w:r>
            <w:r w:rsidR="00C81AC6" w:rsidRPr="00426F5F">
              <w:rPr>
                <w:rFonts w:ascii="Corbel" w:hAnsi="Corbel"/>
                <w:b w:val="0"/>
              </w:rPr>
              <w:t>V</w:t>
            </w:r>
            <w:r w:rsidRPr="00426F5F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  <w:r w:rsidR="00C81AC6" w:rsidRPr="00426F5F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501D15" w:rsidRPr="00426F5F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426F5F" w14:paraId="2F05E630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0DF36874" w14:textId="77777777" w:rsidR="0085747A" w:rsidRPr="00426F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FAF13F" w14:textId="77777777" w:rsidR="0085747A" w:rsidRPr="00426F5F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426F5F" w14:paraId="54AA395E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105C9349" w14:textId="77777777" w:rsidR="00923D7D" w:rsidRPr="00426F5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8B14D0" w14:textId="77777777" w:rsidR="00923D7D" w:rsidRPr="00426F5F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5747A" w:rsidRPr="00426F5F" w14:paraId="18F31739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2167A1C5" w14:textId="77777777" w:rsidR="0085747A" w:rsidRPr="00426F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B5B525" w14:textId="763B15FB" w:rsidR="0085747A" w:rsidRPr="00426F5F" w:rsidRDefault="00670D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lang w:val="en-US"/>
              </w:rPr>
            </w:pPr>
            <w:r w:rsidRPr="00426F5F">
              <w:rPr>
                <w:rFonts w:ascii="Corbel" w:hAnsi="Corbel"/>
                <w:b w:val="0"/>
                <w:sz w:val="22"/>
                <w:lang w:val="en-US"/>
              </w:rPr>
              <w:t xml:space="preserve">prof. </w:t>
            </w:r>
            <w:r w:rsidRPr="00426F5F">
              <w:rPr>
                <w:rFonts w:ascii="Corbel" w:hAnsi="Corbel"/>
                <w:b w:val="0"/>
                <w:bCs/>
                <w:sz w:val="22"/>
                <w:lang w:val="en-US"/>
              </w:rPr>
              <w:t>dr hab. Jan Olszewski</w:t>
            </w:r>
          </w:p>
        </w:tc>
      </w:tr>
      <w:tr w:rsidR="003D020C" w:rsidRPr="00426F5F" w14:paraId="1F424241" w14:textId="77777777" w:rsidTr="00426F5F">
        <w:trPr>
          <w:trHeight w:val="340"/>
        </w:trPr>
        <w:tc>
          <w:tcPr>
            <w:tcW w:w="2694" w:type="dxa"/>
            <w:vAlign w:val="center"/>
          </w:tcPr>
          <w:p w14:paraId="40CEA3D3" w14:textId="77777777" w:rsidR="003D020C" w:rsidRPr="00426F5F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F9F62" w14:textId="1EF0A3C8" w:rsidR="003D020C" w:rsidRPr="00426F5F" w:rsidRDefault="00670D1E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lang w:val="en-US"/>
              </w:rPr>
            </w:pPr>
            <w:r w:rsidRPr="00426F5F">
              <w:rPr>
                <w:rFonts w:ascii="Corbel" w:hAnsi="Corbel"/>
                <w:b w:val="0"/>
                <w:sz w:val="22"/>
                <w:lang w:val="en-US"/>
              </w:rPr>
              <w:t>prof. dr hab. Jan Olszewski</w:t>
            </w:r>
          </w:p>
        </w:tc>
      </w:tr>
    </w:tbl>
    <w:p w14:paraId="4BF46E4F" w14:textId="77777777" w:rsidR="0085747A" w:rsidRPr="00426F5F" w:rsidRDefault="0085747A" w:rsidP="00595BB6">
      <w:pPr>
        <w:pStyle w:val="Podpunkty"/>
        <w:ind w:left="0"/>
        <w:rPr>
          <w:rFonts w:ascii="Corbel" w:hAnsi="Corbel"/>
          <w:sz w:val="24"/>
          <w:szCs w:val="24"/>
        </w:rPr>
      </w:pPr>
      <w:r w:rsidRPr="00426F5F">
        <w:rPr>
          <w:rFonts w:ascii="Corbel" w:hAnsi="Corbel"/>
          <w:sz w:val="24"/>
          <w:szCs w:val="24"/>
        </w:rPr>
        <w:t xml:space="preserve">* </w:t>
      </w:r>
      <w:r w:rsidRPr="00426F5F">
        <w:rPr>
          <w:rFonts w:ascii="Corbel" w:hAnsi="Corbel"/>
          <w:i/>
          <w:sz w:val="24"/>
          <w:szCs w:val="24"/>
        </w:rPr>
        <w:t>-</w:t>
      </w:r>
      <w:r w:rsidR="00B90885" w:rsidRPr="00426F5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26F5F">
        <w:rPr>
          <w:rFonts w:ascii="Corbel" w:hAnsi="Corbel"/>
          <w:b w:val="0"/>
          <w:sz w:val="24"/>
          <w:szCs w:val="24"/>
        </w:rPr>
        <w:t>e,</w:t>
      </w:r>
      <w:r w:rsidRPr="00426F5F">
        <w:rPr>
          <w:rFonts w:ascii="Corbel" w:hAnsi="Corbel"/>
          <w:i/>
          <w:sz w:val="24"/>
          <w:szCs w:val="24"/>
        </w:rPr>
        <w:t xml:space="preserve"> </w:t>
      </w:r>
      <w:r w:rsidRPr="00426F5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26F5F">
        <w:rPr>
          <w:rFonts w:ascii="Corbel" w:hAnsi="Corbel"/>
          <w:b w:val="0"/>
          <w:i/>
          <w:sz w:val="24"/>
          <w:szCs w:val="24"/>
        </w:rPr>
        <w:t>w Jednostce</w:t>
      </w:r>
    </w:p>
    <w:p w14:paraId="7B38BD77" w14:textId="77777777" w:rsidR="00923D7D" w:rsidRPr="00426F5F" w:rsidRDefault="00923D7D" w:rsidP="00595BB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C9663B" w14:textId="00F3D9D1" w:rsidR="0085747A" w:rsidRPr="00426F5F" w:rsidRDefault="0085747A" w:rsidP="00595BB6">
      <w:pPr>
        <w:pStyle w:val="Podpunkty"/>
        <w:ind w:left="284"/>
        <w:rPr>
          <w:rFonts w:ascii="Corbel" w:hAnsi="Corbel"/>
          <w:sz w:val="24"/>
          <w:szCs w:val="24"/>
        </w:rPr>
      </w:pPr>
      <w:r w:rsidRPr="00426F5F">
        <w:rPr>
          <w:rFonts w:ascii="Corbel" w:hAnsi="Corbel"/>
          <w:sz w:val="24"/>
          <w:szCs w:val="24"/>
        </w:rPr>
        <w:t>1.</w:t>
      </w:r>
      <w:r w:rsidR="00E22FBC" w:rsidRPr="00426F5F">
        <w:rPr>
          <w:rFonts w:ascii="Corbel" w:hAnsi="Corbel"/>
          <w:sz w:val="24"/>
          <w:szCs w:val="24"/>
        </w:rPr>
        <w:t>1</w:t>
      </w:r>
      <w:r w:rsidRPr="00426F5F">
        <w:rPr>
          <w:rFonts w:ascii="Corbel" w:hAnsi="Corbel"/>
          <w:sz w:val="24"/>
          <w:szCs w:val="24"/>
        </w:rPr>
        <w:t>.</w:t>
      </w:r>
      <w:r w:rsidR="00595BB6">
        <w:rPr>
          <w:rFonts w:ascii="Corbel" w:hAnsi="Corbel"/>
          <w:sz w:val="24"/>
          <w:szCs w:val="24"/>
        </w:rPr>
        <w:t xml:space="preserve"> </w:t>
      </w:r>
      <w:r w:rsidRPr="00426F5F">
        <w:rPr>
          <w:rFonts w:ascii="Corbel" w:hAnsi="Corbel"/>
          <w:sz w:val="24"/>
          <w:szCs w:val="24"/>
        </w:rPr>
        <w:t>Formy zajęć dydaktycznych, wymiar godzin i punktów ECTS</w:t>
      </w:r>
    </w:p>
    <w:p w14:paraId="2B63C3C5" w14:textId="77777777" w:rsidR="00923D7D" w:rsidRPr="00426F5F" w:rsidRDefault="00923D7D" w:rsidP="00595BB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26F5F" w14:paraId="791F844C" w14:textId="77777777" w:rsidTr="00595B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2A58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26F5F">
              <w:rPr>
                <w:rFonts w:ascii="Corbel" w:hAnsi="Corbel"/>
                <w:szCs w:val="24"/>
              </w:rPr>
              <w:t>Semestr</w:t>
            </w:r>
          </w:p>
          <w:p w14:paraId="77173A46" w14:textId="77777777" w:rsidR="00015B8F" w:rsidRPr="00426F5F" w:rsidRDefault="002B5EA0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26F5F">
              <w:rPr>
                <w:rFonts w:ascii="Corbel" w:hAnsi="Corbel"/>
                <w:szCs w:val="24"/>
              </w:rPr>
              <w:t>(</w:t>
            </w:r>
            <w:r w:rsidR="00363F78" w:rsidRPr="00426F5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7422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6F5F">
              <w:rPr>
                <w:rFonts w:ascii="Corbel" w:hAnsi="Corbel"/>
                <w:szCs w:val="24"/>
              </w:rPr>
              <w:t>Wykł</w:t>
            </w:r>
            <w:proofErr w:type="spellEnd"/>
            <w:r w:rsidRPr="00426F5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1AFC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26F5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1F33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6F5F">
              <w:rPr>
                <w:rFonts w:ascii="Corbel" w:hAnsi="Corbel"/>
                <w:szCs w:val="24"/>
              </w:rPr>
              <w:t>Konw</w:t>
            </w:r>
            <w:proofErr w:type="spellEnd"/>
            <w:r w:rsidRPr="00426F5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9F59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26F5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FF89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6F5F">
              <w:rPr>
                <w:rFonts w:ascii="Corbel" w:hAnsi="Corbel"/>
                <w:szCs w:val="24"/>
              </w:rPr>
              <w:t>Sem</w:t>
            </w:r>
            <w:proofErr w:type="spellEnd"/>
            <w:r w:rsidRPr="00426F5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FB52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26F5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3661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6F5F">
              <w:rPr>
                <w:rFonts w:ascii="Corbel" w:hAnsi="Corbel"/>
                <w:szCs w:val="24"/>
              </w:rPr>
              <w:t>Prakt</w:t>
            </w:r>
            <w:proofErr w:type="spellEnd"/>
            <w:r w:rsidRPr="00426F5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0CEB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26F5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D5982" w14:textId="77777777" w:rsidR="00015B8F" w:rsidRPr="00426F5F" w:rsidRDefault="00015B8F" w:rsidP="00595B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26F5F">
              <w:rPr>
                <w:rFonts w:ascii="Corbel" w:hAnsi="Corbel"/>
                <w:b/>
                <w:szCs w:val="24"/>
              </w:rPr>
              <w:t>Liczba pkt</w:t>
            </w:r>
            <w:r w:rsidR="00B90885" w:rsidRPr="00426F5F">
              <w:rPr>
                <w:rFonts w:ascii="Corbel" w:hAnsi="Corbel"/>
                <w:b/>
                <w:szCs w:val="24"/>
              </w:rPr>
              <w:t>.</w:t>
            </w:r>
            <w:r w:rsidRPr="00426F5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26F5F" w14:paraId="004BFB85" w14:textId="77777777" w:rsidTr="00595B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6107" w14:textId="77777777" w:rsidR="00015B8F" w:rsidRPr="00426F5F" w:rsidRDefault="00E80122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V</w:t>
            </w:r>
            <w:r w:rsidR="00C81AC6" w:rsidRPr="00426F5F">
              <w:rPr>
                <w:rFonts w:ascii="Corbel" w:hAnsi="Corbel"/>
                <w:sz w:val="24"/>
                <w:szCs w:val="24"/>
              </w:rPr>
              <w:t>II</w:t>
            </w:r>
            <w:r w:rsidR="00501D15" w:rsidRPr="00426F5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287A" w14:textId="77777777" w:rsidR="00015B8F" w:rsidRPr="00426F5F" w:rsidRDefault="00015B8F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AF7A" w14:textId="77777777" w:rsidR="00015B8F" w:rsidRPr="00426F5F" w:rsidRDefault="00015B8F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CF88" w14:textId="77777777" w:rsidR="00015B8F" w:rsidRPr="00426F5F" w:rsidRDefault="00501D15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8A0C" w14:textId="77777777" w:rsidR="00015B8F" w:rsidRPr="00426F5F" w:rsidRDefault="00015B8F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A8BB" w14:textId="77777777" w:rsidR="00015B8F" w:rsidRPr="00426F5F" w:rsidRDefault="00015B8F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D485" w14:textId="77777777" w:rsidR="00015B8F" w:rsidRPr="00426F5F" w:rsidRDefault="00015B8F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A9D6" w14:textId="77777777" w:rsidR="00015B8F" w:rsidRPr="00426F5F" w:rsidRDefault="00015B8F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676F" w14:textId="77777777" w:rsidR="00015B8F" w:rsidRPr="00426F5F" w:rsidRDefault="00015B8F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EE5B" w14:textId="77777777" w:rsidR="00015B8F" w:rsidRPr="00426F5F" w:rsidRDefault="00C81AC6" w:rsidP="00595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FCC45A" w14:textId="77777777" w:rsidR="00923D7D" w:rsidRPr="00426F5F" w:rsidRDefault="00923D7D" w:rsidP="00595BB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5A2E3" w14:textId="25F7DAEE" w:rsidR="0085747A" w:rsidRDefault="0085747A" w:rsidP="00595B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26F5F">
        <w:rPr>
          <w:rFonts w:ascii="Corbel" w:hAnsi="Corbel"/>
          <w:smallCaps w:val="0"/>
          <w:szCs w:val="24"/>
        </w:rPr>
        <w:t>1.</w:t>
      </w:r>
      <w:r w:rsidR="00E22FBC" w:rsidRPr="00426F5F">
        <w:rPr>
          <w:rFonts w:ascii="Corbel" w:hAnsi="Corbel"/>
          <w:smallCaps w:val="0"/>
          <w:szCs w:val="24"/>
        </w:rPr>
        <w:t>2</w:t>
      </w:r>
      <w:r w:rsidR="00F83B28" w:rsidRPr="00426F5F">
        <w:rPr>
          <w:rFonts w:ascii="Corbel" w:hAnsi="Corbel"/>
          <w:smallCaps w:val="0"/>
          <w:szCs w:val="24"/>
        </w:rPr>
        <w:t>.</w:t>
      </w:r>
      <w:r w:rsidR="00F83B28" w:rsidRPr="00426F5F">
        <w:rPr>
          <w:rFonts w:ascii="Corbel" w:hAnsi="Corbel"/>
          <w:smallCaps w:val="0"/>
          <w:szCs w:val="24"/>
        </w:rPr>
        <w:tab/>
      </w:r>
      <w:r w:rsidRPr="00426F5F">
        <w:rPr>
          <w:rFonts w:ascii="Corbel" w:hAnsi="Corbel"/>
          <w:smallCaps w:val="0"/>
          <w:szCs w:val="24"/>
        </w:rPr>
        <w:t>Sposób realizacji zajęć</w:t>
      </w:r>
    </w:p>
    <w:p w14:paraId="1B73037C" w14:textId="77777777" w:rsidR="00595BB6" w:rsidRPr="00426F5F" w:rsidRDefault="00595BB6" w:rsidP="00595B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46BFCC" w14:textId="7904EC5C" w:rsidR="0085747A" w:rsidRPr="00426F5F" w:rsidRDefault="00595BB6" w:rsidP="00595B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5BB6">
        <w:rPr>
          <w:rFonts w:ascii="Corbel" w:eastAsia="MS Gothic" w:hAnsi="Corbel" w:cs="Segoe UI Symbol"/>
          <w:b w:val="0"/>
          <w:sz w:val="16"/>
          <w:szCs w:val="16"/>
        </w:rPr>
        <w:t xml:space="preserve"> </w:t>
      </w:r>
      <w:r w:rsidRPr="00595BB6">
        <w:rPr>
          <w:rFonts w:ascii="Corbel" w:eastAsia="MS Gothic" w:hAnsi="Corbel" w:cs="Segoe UI Symbol"/>
          <w:bCs/>
          <w:szCs w:val="24"/>
        </w:rPr>
        <w:t>X</w:t>
      </w:r>
      <w:r>
        <w:rPr>
          <w:rFonts w:ascii="Corbel" w:eastAsia="MS Gothic" w:hAnsi="Corbel" w:cs="Segoe UI Symbol"/>
          <w:b w:val="0"/>
          <w:szCs w:val="24"/>
        </w:rPr>
        <w:t xml:space="preserve">   </w:t>
      </w:r>
      <w:r w:rsidR="0085747A" w:rsidRPr="00426F5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938CD13" w14:textId="28F2787C" w:rsidR="0085747A" w:rsidRPr="00426F5F" w:rsidRDefault="0085747A" w:rsidP="00595B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6F5F">
        <w:rPr>
          <w:rFonts w:ascii="Segoe UI Symbol" w:eastAsia="MS Gothic" w:hAnsi="Segoe UI Symbol" w:cs="Segoe UI Symbol"/>
          <w:b w:val="0"/>
          <w:szCs w:val="24"/>
        </w:rPr>
        <w:t>☐</w:t>
      </w:r>
      <w:r w:rsidRPr="00426F5F">
        <w:rPr>
          <w:rFonts w:ascii="Corbel" w:hAnsi="Corbel"/>
          <w:b w:val="0"/>
          <w:smallCaps w:val="0"/>
          <w:szCs w:val="24"/>
        </w:rPr>
        <w:t xml:space="preserve"> </w:t>
      </w:r>
      <w:r w:rsidR="00595BB6">
        <w:rPr>
          <w:rFonts w:ascii="Corbel" w:hAnsi="Corbel"/>
          <w:b w:val="0"/>
          <w:smallCaps w:val="0"/>
          <w:szCs w:val="24"/>
        </w:rPr>
        <w:t xml:space="preserve"> </w:t>
      </w:r>
      <w:r w:rsidRPr="00426F5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320352F" w14:textId="77777777" w:rsidR="0085747A" w:rsidRPr="00426F5F" w:rsidRDefault="0085747A" w:rsidP="00595BB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92C11" w14:textId="4A964445" w:rsidR="00595BB6" w:rsidRPr="003E2D6E" w:rsidRDefault="00595BB6" w:rsidP="00595B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>1.3</w:t>
      </w:r>
      <w:r>
        <w:rPr>
          <w:rFonts w:ascii="Corbel" w:hAnsi="Corbel"/>
          <w:smallCaps w:val="0"/>
          <w:szCs w:val="24"/>
        </w:rPr>
        <w:t>.</w:t>
      </w:r>
      <w:r w:rsidRPr="003E2D6E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6C7952" w14:textId="77777777" w:rsidR="00595BB6" w:rsidRPr="003E2D6E" w:rsidRDefault="00595BB6" w:rsidP="00595BB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6FD0D" w14:textId="77777777" w:rsidR="00595BB6" w:rsidRPr="003E2D6E" w:rsidRDefault="00595BB6" w:rsidP="00595B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2D6E">
        <w:rPr>
          <w:rFonts w:ascii="Corbel" w:hAnsi="Corbel"/>
          <w:b w:val="0"/>
          <w:smallCaps w:val="0"/>
          <w:szCs w:val="24"/>
        </w:rPr>
        <w:t xml:space="preserve">Konwersatorium - </w:t>
      </w: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EAA7265" w14:textId="77777777" w:rsidR="00595BB6" w:rsidRPr="00426F5F" w:rsidRDefault="00595BB6" w:rsidP="00595B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B774F" w14:textId="01C5E55C" w:rsidR="00E960BB" w:rsidRPr="00426F5F" w:rsidRDefault="0085747A" w:rsidP="00595BB6">
      <w:pPr>
        <w:pStyle w:val="Punktygwne"/>
        <w:spacing w:before="0" w:after="0"/>
        <w:rPr>
          <w:rFonts w:ascii="Corbel" w:hAnsi="Corbel"/>
          <w:szCs w:val="24"/>
        </w:rPr>
      </w:pPr>
      <w:r w:rsidRPr="00426F5F">
        <w:rPr>
          <w:rFonts w:ascii="Corbel" w:hAnsi="Corbel"/>
          <w:szCs w:val="24"/>
        </w:rPr>
        <w:t>2.</w:t>
      </w:r>
      <w:r w:rsidR="00595BB6">
        <w:rPr>
          <w:rFonts w:ascii="Corbel" w:hAnsi="Corbel"/>
          <w:szCs w:val="24"/>
        </w:rPr>
        <w:t xml:space="preserve"> </w:t>
      </w:r>
      <w:r w:rsidRPr="00426F5F">
        <w:rPr>
          <w:rFonts w:ascii="Corbel" w:hAnsi="Corbel"/>
          <w:szCs w:val="24"/>
        </w:rPr>
        <w:t>Wymagania wstępne</w:t>
      </w:r>
    </w:p>
    <w:p w14:paraId="1DBCEA1E" w14:textId="77777777" w:rsidR="00501D15" w:rsidRPr="00426F5F" w:rsidRDefault="00501D15" w:rsidP="00595BB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85747A" w:rsidRPr="00426F5F" w14:paraId="67CA824D" w14:textId="77777777" w:rsidTr="00595BB6">
        <w:trPr>
          <w:trHeight w:val="631"/>
        </w:trPr>
        <w:tc>
          <w:tcPr>
            <w:tcW w:w="9409" w:type="dxa"/>
            <w:vAlign w:val="center"/>
          </w:tcPr>
          <w:p w14:paraId="736E4142" w14:textId="77777777" w:rsidR="0085747A" w:rsidRPr="00426F5F" w:rsidRDefault="00E80122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426F5F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14:paraId="5EF5B197" w14:textId="77777777" w:rsidR="00153C41" w:rsidRPr="00426F5F" w:rsidRDefault="00153C41" w:rsidP="00595BB6">
      <w:pPr>
        <w:pStyle w:val="Punktygwne"/>
        <w:spacing w:before="0" w:after="0"/>
        <w:rPr>
          <w:rFonts w:ascii="Corbel" w:hAnsi="Corbel"/>
          <w:szCs w:val="24"/>
        </w:rPr>
      </w:pPr>
    </w:p>
    <w:p w14:paraId="12AAE418" w14:textId="6E623C51" w:rsidR="0085747A" w:rsidRPr="00426F5F" w:rsidRDefault="00501D15" w:rsidP="00595BB6">
      <w:pPr>
        <w:pStyle w:val="Punktygwne"/>
        <w:spacing w:before="0" w:after="0"/>
        <w:rPr>
          <w:rFonts w:ascii="Corbel" w:hAnsi="Corbel"/>
          <w:szCs w:val="24"/>
        </w:rPr>
      </w:pPr>
      <w:r w:rsidRPr="00426F5F">
        <w:rPr>
          <w:rFonts w:ascii="Corbel" w:hAnsi="Corbel"/>
          <w:szCs w:val="24"/>
        </w:rPr>
        <w:br w:type="column"/>
      </w:r>
      <w:r w:rsidR="0071620A" w:rsidRPr="00426F5F">
        <w:rPr>
          <w:rFonts w:ascii="Corbel" w:hAnsi="Corbel"/>
          <w:szCs w:val="24"/>
        </w:rPr>
        <w:lastRenderedPageBreak/>
        <w:t>3.</w:t>
      </w:r>
      <w:r w:rsidR="0085747A" w:rsidRPr="00426F5F">
        <w:rPr>
          <w:rFonts w:ascii="Corbel" w:hAnsi="Corbel"/>
          <w:szCs w:val="24"/>
        </w:rPr>
        <w:t xml:space="preserve"> </w:t>
      </w:r>
      <w:r w:rsidR="00A84C85" w:rsidRPr="00426F5F">
        <w:rPr>
          <w:rFonts w:ascii="Corbel" w:hAnsi="Corbel"/>
          <w:szCs w:val="24"/>
        </w:rPr>
        <w:t xml:space="preserve">cele, efekty uczenia </w:t>
      </w:r>
      <w:r w:rsidR="00595BB6" w:rsidRPr="00B169DF">
        <w:rPr>
          <w:rFonts w:ascii="Corbel" w:hAnsi="Corbel"/>
          <w:szCs w:val="24"/>
        </w:rPr>
        <w:t>się</w:t>
      </w:r>
      <w:r w:rsidR="00595BB6" w:rsidRPr="000F1490">
        <w:rPr>
          <w:rFonts w:ascii="Corbel" w:hAnsi="Corbel"/>
          <w:b w:val="0"/>
          <w:bCs/>
          <w:szCs w:val="24"/>
        </w:rPr>
        <w:t>,</w:t>
      </w:r>
      <w:r w:rsidR="0085747A" w:rsidRPr="00426F5F">
        <w:rPr>
          <w:rFonts w:ascii="Corbel" w:hAnsi="Corbel"/>
          <w:szCs w:val="24"/>
        </w:rPr>
        <w:t xml:space="preserve"> treści Programowe i stosowane metody Dydaktyczne</w:t>
      </w:r>
    </w:p>
    <w:p w14:paraId="40FD3852" w14:textId="77777777" w:rsidR="0085747A" w:rsidRPr="00426F5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668631" w14:textId="35505BCB" w:rsidR="0085747A" w:rsidRPr="00426F5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26F5F">
        <w:rPr>
          <w:rFonts w:ascii="Corbel" w:hAnsi="Corbel"/>
          <w:sz w:val="24"/>
          <w:szCs w:val="24"/>
        </w:rPr>
        <w:t>3.1</w:t>
      </w:r>
      <w:r w:rsidR="00595BB6">
        <w:rPr>
          <w:rFonts w:ascii="Corbel" w:hAnsi="Corbel"/>
          <w:sz w:val="24"/>
          <w:szCs w:val="24"/>
        </w:rPr>
        <w:t>.</w:t>
      </w:r>
      <w:r w:rsidRPr="00426F5F">
        <w:rPr>
          <w:rFonts w:ascii="Corbel" w:hAnsi="Corbel"/>
          <w:sz w:val="24"/>
          <w:szCs w:val="24"/>
        </w:rPr>
        <w:t xml:space="preserve"> </w:t>
      </w:r>
      <w:r w:rsidR="00C05F44" w:rsidRPr="00426F5F">
        <w:rPr>
          <w:rFonts w:ascii="Corbel" w:hAnsi="Corbel"/>
          <w:sz w:val="24"/>
          <w:szCs w:val="24"/>
        </w:rPr>
        <w:t>Cele przedmiotu</w:t>
      </w:r>
    </w:p>
    <w:p w14:paraId="7136EEEC" w14:textId="77777777" w:rsidR="00F83B28" w:rsidRPr="00595BB6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24"/>
      </w:tblGrid>
      <w:tr w:rsidR="0085747A" w:rsidRPr="00426F5F" w14:paraId="0F053296" w14:textId="77777777" w:rsidTr="00595BB6">
        <w:tc>
          <w:tcPr>
            <w:tcW w:w="596" w:type="dxa"/>
            <w:vAlign w:val="center"/>
          </w:tcPr>
          <w:p w14:paraId="6378CDDE" w14:textId="5FBD6B22" w:rsidR="0085747A" w:rsidRPr="00426F5F" w:rsidRDefault="0085747A" w:rsidP="00595BB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26F5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24" w:type="dxa"/>
            <w:vAlign w:val="center"/>
          </w:tcPr>
          <w:p w14:paraId="2C7E9A7C" w14:textId="77777777" w:rsidR="00755354" w:rsidRPr="00595BB6" w:rsidRDefault="00755354" w:rsidP="00595BB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</w:pPr>
            <w:r w:rsidRPr="00595BB6">
              <w:rPr>
                <w:rFonts w:ascii="Corbel" w:eastAsia="Cambria" w:hAnsi="Corbel"/>
                <w:sz w:val="24"/>
                <w:szCs w:val="24"/>
              </w:rPr>
              <w:t>Celem wykładu jest prezentacja przejawów i form</w:t>
            </w:r>
            <w:r w:rsidRPr="00595BB6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oddziaływania państwa na </w:t>
            </w:r>
            <w:r w:rsidR="00673E64" w:rsidRPr="00595BB6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>działalność lotniczą</w:t>
            </w:r>
            <w:r w:rsidRPr="00595BB6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przy wykorzystaniu różnorodnych instrumentów prawnych na </w:t>
            </w:r>
            <w:r w:rsidR="00673E64" w:rsidRPr="00595BB6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>płaszczyźnie przedmiotowej</w:t>
            </w:r>
            <w:r w:rsidRPr="00595BB6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</w:p>
          <w:p w14:paraId="0FF962EA" w14:textId="77777777" w:rsidR="00755354" w:rsidRPr="00595BB6" w:rsidRDefault="00755354" w:rsidP="00595B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95BB6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>Problematyka</w:t>
            </w:r>
            <w:r w:rsidRPr="00595BB6">
              <w:rPr>
                <w:rFonts w:ascii="Corbel" w:eastAsia="Cambria" w:hAnsi="Corbel"/>
                <w:sz w:val="24"/>
                <w:szCs w:val="24"/>
              </w:rPr>
              <w:t xml:space="preserve"> wykładu obejmuje także zagadnienia </w:t>
            </w:r>
            <w:r w:rsidR="00673E64" w:rsidRPr="00595BB6">
              <w:rPr>
                <w:rFonts w:ascii="Corbel" w:eastAsia="Cambria" w:hAnsi="Corbel"/>
                <w:sz w:val="24"/>
                <w:szCs w:val="24"/>
              </w:rPr>
              <w:t>związane konstrukcją</w:t>
            </w:r>
            <w:r w:rsidRPr="00595BB6">
              <w:rPr>
                <w:rFonts w:ascii="Corbel" w:eastAsia="Cambria" w:hAnsi="Corbel"/>
                <w:sz w:val="24"/>
                <w:szCs w:val="24"/>
              </w:rPr>
              <w:t xml:space="preserve"> prawną podmiotów gospodarczych oraz inicjowaniem działalności gospodarczej.</w:t>
            </w:r>
          </w:p>
          <w:p w14:paraId="56F36127" w14:textId="77777777" w:rsidR="00755354" w:rsidRPr="00595BB6" w:rsidRDefault="00B26FC4" w:rsidP="00595B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  <w:szCs w:val="24"/>
              </w:rPr>
            </w:pPr>
            <w:r w:rsidRPr="00595BB6">
              <w:rPr>
                <w:rFonts w:ascii="Corbel" w:eastAsia="Cambria" w:hAnsi="Corbel" w:cstheme="minorHAnsi"/>
                <w:sz w:val="24"/>
                <w:szCs w:val="24"/>
              </w:rPr>
              <w:t>Wykłady</w:t>
            </w:r>
            <w:r w:rsidR="00755354" w:rsidRPr="00595BB6">
              <w:rPr>
                <w:rFonts w:ascii="Corbel" w:eastAsia="Cambria" w:hAnsi="Corbel" w:cstheme="minorHAnsi"/>
                <w:sz w:val="24"/>
                <w:szCs w:val="24"/>
              </w:rPr>
              <w:t xml:space="preserve"> mają na celu:</w:t>
            </w:r>
          </w:p>
          <w:p w14:paraId="51E2ED82" w14:textId="77777777" w:rsidR="00755354" w:rsidRPr="00595BB6" w:rsidRDefault="00755354" w:rsidP="00595BB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595BB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pogłębienie wiedzy na temat podstaw funkcjonowania współczesnego państwa</w:t>
            </w:r>
            <w:r w:rsidR="00B26FC4" w:rsidRPr="00595BB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 działalności lotniczej,</w:t>
            </w:r>
            <w:r w:rsidRPr="00595BB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w oparciu o społeczną gospodarkę rynkową;</w:t>
            </w:r>
          </w:p>
          <w:p w14:paraId="09BE73FD" w14:textId="77777777" w:rsidR="00755354" w:rsidRPr="00595BB6" w:rsidRDefault="00755354" w:rsidP="00595BB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595BB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A7469A1" w14:textId="77777777" w:rsidR="0085747A" w:rsidRPr="00426F5F" w:rsidRDefault="00755354" w:rsidP="00595BB6">
            <w:pPr>
              <w:pStyle w:val="Podpunkty"/>
              <w:numPr>
                <w:ilvl w:val="0"/>
                <w:numId w:val="2"/>
              </w:numPr>
              <w:spacing w:after="60"/>
              <w:ind w:left="324" w:hanging="28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5BB6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wykształcenie umiejętności dostrzegania problemów</w:t>
            </w:r>
            <w:r w:rsidR="00B13277" w:rsidRPr="00595BB6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 xml:space="preserve"> </w:t>
            </w:r>
            <w:r w:rsidR="00673E64" w:rsidRPr="00595BB6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związanych ze</w:t>
            </w:r>
            <w:r w:rsidRPr="00595BB6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 xml:space="preserve"> </w:t>
            </w:r>
            <w:r w:rsidR="00673E64" w:rsidRPr="00595BB6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stosowaniem publicznego</w:t>
            </w:r>
            <w:r w:rsidRPr="00595BB6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 xml:space="preserve"> prawa gospodarczego w praktyce</w:t>
            </w:r>
          </w:p>
        </w:tc>
      </w:tr>
    </w:tbl>
    <w:p w14:paraId="557269F3" w14:textId="77777777" w:rsidR="0085747A" w:rsidRPr="00426F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5777BB" w14:textId="66DE3BB5" w:rsidR="001D7B54" w:rsidRPr="00426F5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26F5F">
        <w:rPr>
          <w:rFonts w:ascii="Corbel" w:hAnsi="Corbel"/>
          <w:b/>
          <w:sz w:val="24"/>
          <w:szCs w:val="24"/>
        </w:rPr>
        <w:t>3.2</w:t>
      </w:r>
      <w:r w:rsidR="00595BB6">
        <w:rPr>
          <w:rFonts w:ascii="Corbel" w:hAnsi="Corbel"/>
          <w:b/>
          <w:sz w:val="24"/>
          <w:szCs w:val="24"/>
        </w:rPr>
        <w:t>.</w:t>
      </w:r>
      <w:r w:rsidRPr="00426F5F">
        <w:rPr>
          <w:rFonts w:ascii="Corbel" w:hAnsi="Corbel"/>
          <w:b/>
          <w:sz w:val="24"/>
          <w:szCs w:val="24"/>
        </w:rPr>
        <w:t xml:space="preserve"> </w:t>
      </w:r>
      <w:r w:rsidR="001D7B54" w:rsidRPr="00426F5F">
        <w:rPr>
          <w:rFonts w:ascii="Corbel" w:hAnsi="Corbel"/>
          <w:b/>
          <w:sz w:val="24"/>
          <w:szCs w:val="24"/>
        </w:rPr>
        <w:t xml:space="preserve">Efekty </w:t>
      </w:r>
      <w:r w:rsidR="00C05F44" w:rsidRPr="00426F5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26F5F">
        <w:rPr>
          <w:rFonts w:ascii="Corbel" w:hAnsi="Corbel"/>
          <w:b/>
          <w:sz w:val="24"/>
          <w:szCs w:val="24"/>
        </w:rPr>
        <w:t>dla przedmiotu</w:t>
      </w:r>
      <w:r w:rsidR="00445970" w:rsidRPr="00426F5F">
        <w:rPr>
          <w:rFonts w:ascii="Corbel" w:hAnsi="Corbel"/>
          <w:sz w:val="24"/>
          <w:szCs w:val="24"/>
        </w:rPr>
        <w:t xml:space="preserve"> </w:t>
      </w:r>
    </w:p>
    <w:p w14:paraId="3398FC5A" w14:textId="77777777" w:rsidR="001D7B54" w:rsidRPr="00426F5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426F5F" w14:paraId="197CC6E0" w14:textId="77777777" w:rsidTr="00595BB6">
        <w:tc>
          <w:tcPr>
            <w:tcW w:w="1701" w:type="dxa"/>
            <w:vAlign w:val="center"/>
          </w:tcPr>
          <w:p w14:paraId="0F15E41C" w14:textId="77777777" w:rsidR="0085747A" w:rsidRPr="00595BB6" w:rsidRDefault="0085747A" w:rsidP="00595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95BB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95BB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55DCD0B9" w14:textId="02148967" w:rsidR="0085747A" w:rsidRPr="00595BB6" w:rsidRDefault="0085747A" w:rsidP="00595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95BB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79" w:type="dxa"/>
            <w:vAlign w:val="center"/>
          </w:tcPr>
          <w:p w14:paraId="13403F26" w14:textId="77777777" w:rsidR="0085747A" w:rsidRPr="00595BB6" w:rsidRDefault="0085747A" w:rsidP="00595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595BB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26F5F" w14:paraId="26BB17D1" w14:textId="77777777" w:rsidTr="00297CB6">
        <w:tc>
          <w:tcPr>
            <w:tcW w:w="1701" w:type="dxa"/>
          </w:tcPr>
          <w:p w14:paraId="62E63ADE" w14:textId="76A57B19" w:rsidR="0085747A" w:rsidRPr="00595BB6" w:rsidRDefault="0085747A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00" w:type="dxa"/>
          </w:tcPr>
          <w:p w14:paraId="356D3908" w14:textId="77777777" w:rsidR="0085747A" w:rsidRPr="00595BB6" w:rsidRDefault="00673E64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13277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B26FC4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gospodarkę w ramach społecznej gospodarki rynkowej. Wskazuje przyczyny reglamentacji działalności </w:t>
            </w:r>
            <w:r w:rsidR="00C81AC6" w:rsidRPr="00595BB6">
              <w:rPr>
                <w:rFonts w:ascii="Corbel" w:hAnsi="Corbel"/>
                <w:b w:val="0"/>
                <w:smallCaps w:val="0"/>
                <w:szCs w:val="24"/>
              </w:rPr>
              <w:t>lotnicz</w:t>
            </w:r>
            <w:r w:rsidR="00B26FC4" w:rsidRPr="00595BB6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26FC4" w:rsidRPr="00595BB6">
              <w:rPr>
                <w:rFonts w:ascii="Corbel" w:hAnsi="Corbel"/>
                <w:b w:val="0"/>
                <w:smallCaps w:val="0"/>
                <w:szCs w:val="24"/>
              </w:rPr>
              <w:t>Opisuje procedury</w:t>
            </w:r>
            <w:r w:rsidR="00A37B26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administracyjne</w:t>
            </w:r>
            <w:r w:rsidR="00B26FC4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poprzedzające </w:t>
            </w:r>
            <w:r w:rsidR="00A37B26" w:rsidRPr="00595BB6">
              <w:rPr>
                <w:rFonts w:ascii="Corbel" w:hAnsi="Corbel"/>
                <w:b w:val="0"/>
                <w:smallCaps w:val="0"/>
                <w:szCs w:val="24"/>
              </w:rPr>
              <w:t>wykonywanie</w:t>
            </w:r>
            <w:r w:rsidR="00B26FC4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działalnoś</w:t>
            </w:r>
            <w:r w:rsidR="00A37B26" w:rsidRPr="00595BB6">
              <w:rPr>
                <w:rFonts w:ascii="Corbel" w:hAnsi="Corbel"/>
                <w:b w:val="0"/>
                <w:smallCaps w:val="0"/>
                <w:szCs w:val="24"/>
              </w:rPr>
              <w:t>ci lotniczej</w:t>
            </w:r>
          </w:p>
        </w:tc>
        <w:tc>
          <w:tcPr>
            <w:tcW w:w="1879" w:type="dxa"/>
          </w:tcPr>
          <w:p w14:paraId="7A338D27" w14:textId="75A820EF" w:rsidR="003179EC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595B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79EC" w:rsidRPr="00595BB6">
              <w:rPr>
                <w:rFonts w:ascii="Corbel" w:hAnsi="Corbel"/>
                <w:b w:val="0"/>
                <w:szCs w:val="24"/>
              </w:rPr>
              <w:t>K_W03</w:t>
            </w:r>
            <w:r w:rsidR="00595BB6">
              <w:rPr>
                <w:rFonts w:ascii="Corbel" w:hAnsi="Corbel"/>
                <w:b w:val="0"/>
                <w:szCs w:val="24"/>
              </w:rPr>
              <w:t xml:space="preserve">, </w:t>
            </w:r>
            <w:r w:rsidR="003179EC" w:rsidRPr="00595BB6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85747A" w:rsidRPr="00426F5F" w14:paraId="5FDA1F46" w14:textId="77777777" w:rsidTr="00297CB6">
        <w:tc>
          <w:tcPr>
            <w:tcW w:w="1701" w:type="dxa"/>
          </w:tcPr>
          <w:p w14:paraId="728D7022" w14:textId="77777777" w:rsidR="0085747A" w:rsidRPr="00595BB6" w:rsidRDefault="0085747A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3713C5EF" w14:textId="77777777" w:rsidR="0085747A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="00673E64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 w:rsidRPr="00595BB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. Wskazuje podstawy prawne reglamentacji rynku lotniczego. </w:t>
            </w:r>
          </w:p>
        </w:tc>
        <w:tc>
          <w:tcPr>
            <w:tcW w:w="1879" w:type="dxa"/>
          </w:tcPr>
          <w:p w14:paraId="03BF6032" w14:textId="0167F620" w:rsidR="0085747A" w:rsidRPr="00595BB6" w:rsidRDefault="00496D5A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595B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97CB6" w:rsidRPr="00595BB6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K_</w:t>
            </w:r>
            <w:r w:rsidR="00501D15" w:rsidRPr="00595BB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595BB6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5747A" w:rsidRPr="00426F5F" w14:paraId="11689D60" w14:textId="77777777" w:rsidTr="00297CB6">
        <w:tc>
          <w:tcPr>
            <w:tcW w:w="1701" w:type="dxa"/>
          </w:tcPr>
          <w:p w14:paraId="4DEEBAB6" w14:textId="77777777" w:rsidR="0085747A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5A7DC2BD" w14:textId="77777777" w:rsidR="0085747A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 w:rsidRPr="00595BB6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 w:rsidRPr="00595BB6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</w:t>
            </w:r>
            <w:r w:rsidR="00A37B26" w:rsidRPr="00595BB6">
              <w:rPr>
                <w:rFonts w:ascii="Corbel" w:hAnsi="Corbel"/>
                <w:b w:val="0"/>
                <w:smallCaps w:val="0"/>
                <w:szCs w:val="24"/>
              </w:rPr>
              <w:t>, procedury na zarządzanie lotniskiem użytku publicznego</w:t>
            </w:r>
          </w:p>
        </w:tc>
        <w:tc>
          <w:tcPr>
            <w:tcW w:w="1879" w:type="dxa"/>
          </w:tcPr>
          <w:p w14:paraId="595E4ACE" w14:textId="3979E8C8" w:rsidR="0085747A" w:rsidRPr="00595BB6" w:rsidRDefault="00496D5A" w:rsidP="00595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595B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5BB6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297CB6" w:rsidRPr="00426F5F" w14:paraId="66CF08E7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756A2BDC" w14:textId="77777777" w:rsidR="00297CB6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05219BC6" w14:textId="77777777" w:rsidR="00297CB6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780805AF" w14:textId="4EAABE6E" w:rsidR="00297CB6" w:rsidRPr="00595BB6" w:rsidRDefault="00496D5A" w:rsidP="00595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595B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5BB6">
              <w:rPr>
                <w:rFonts w:ascii="Corbel" w:hAnsi="Corbel"/>
                <w:b w:val="0"/>
                <w:szCs w:val="24"/>
              </w:rPr>
              <w:t>K_W03</w:t>
            </w:r>
            <w:r w:rsidR="00595BB6">
              <w:rPr>
                <w:rFonts w:ascii="Corbel" w:hAnsi="Corbel"/>
                <w:b w:val="0"/>
                <w:szCs w:val="24"/>
              </w:rPr>
              <w:t xml:space="preserve">, </w:t>
            </w:r>
            <w:r w:rsidRPr="00595BB6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97CB6" w:rsidRPr="00426F5F" w14:paraId="6C7A394F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11F75699" w14:textId="4D8FECF2" w:rsidR="00297CB6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00" w:type="dxa"/>
          </w:tcPr>
          <w:p w14:paraId="58C1E833" w14:textId="77777777" w:rsidR="00297CB6" w:rsidRPr="00595BB6" w:rsidRDefault="00297CB6" w:rsidP="00595B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5BB6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21F5C458" w14:textId="77777777" w:rsidR="00297CB6" w:rsidRPr="00595BB6" w:rsidRDefault="00496D5A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zCs w:val="24"/>
              </w:rPr>
              <w:t xml:space="preserve">K_U02, </w:t>
            </w:r>
            <w:r w:rsidRPr="00595BB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:rsidRPr="00426F5F" w14:paraId="37396756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27F587A2" w14:textId="77777777" w:rsidR="00297CB6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14:paraId="1161161D" w14:textId="77777777" w:rsidR="00297CB6" w:rsidRPr="00595BB6" w:rsidRDefault="00297CB6" w:rsidP="00595B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5BB6">
              <w:rPr>
                <w:rFonts w:ascii="Corbel" w:hAnsi="Corbel"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549A1C38" w14:textId="77777777" w:rsidR="00297CB6" w:rsidRPr="00595BB6" w:rsidRDefault="00496D5A" w:rsidP="00595B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5BB6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297CB6" w:rsidRPr="00426F5F" w14:paraId="0341D814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303E23A9" w14:textId="77777777" w:rsidR="00297CB6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14:paraId="5AEAE6EE" w14:textId="77777777" w:rsidR="00297CB6" w:rsidRPr="00595BB6" w:rsidRDefault="00EB6EF4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196CF00D" w14:textId="69CF143F" w:rsidR="00297CB6" w:rsidRPr="00595BB6" w:rsidRDefault="00673E64" w:rsidP="00595BB6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595BB6">
              <w:rPr>
                <w:rFonts w:ascii="Corbel" w:hAnsi="Corbel"/>
              </w:rPr>
              <w:t>K_U02</w:t>
            </w:r>
            <w:r w:rsidR="00595BB6">
              <w:rPr>
                <w:rFonts w:ascii="Corbel" w:hAnsi="Corbel"/>
              </w:rPr>
              <w:t>,</w:t>
            </w:r>
            <w:r w:rsidRPr="00595BB6">
              <w:rPr>
                <w:rFonts w:ascii="Corbel" w:hAnsi="Corbel"/>
              </w:rPr>
              <w:t xml:space="preserve"> K_U05</w:t>
            </w:r>
            <w:r w:rsidR="00595BB6">
              <w:rPr>
                <w:rFonts w:ascii="Corbel" w:hAnsi="Corbel"/>
              </w:rPr>
              <w:t>,</w:t>
            </w:r>
            <w:r w:rsidRPr="00595BB6">
              <w:rPr>
                <w:rFonts w:ascii="Corbel" w:hAnsi="Corbel"/>
              </w:rPr>
              <w:t xml:space="preserve"> K_U08</w:t>
            </w:r>
            <w:r w:rsidR="00595BB6">
              <w:rPr>
                <w:rFonts w:ascii="Corbel" w:hAnsi="Corbel"/>
              </w:rPr>
              <w:t>,</w:t>
            </w:r>
            <w:r w:rsidRPr="00595BB6">
              <w:rPr>
                <w:rFonts w:ascii="Corbel" w:hAnsi="Corbel"/>
              </w:rPr>
              <w:t xml:space="preserve"> K_U11</w:t>
            </w:r>
            <w:r w:rsidR="00595BB6">
              <w:rPr>
                <w:rFonts w:ascii="Corbel" w:hAnsi="Corbel"/>
              </w:rPr>
              <w:t>,</w:t>
            </w:r>
            <w:r w:rsidRPr="00595BB6">
              <w:rPr>
                <w:rFonts w:ascii="Corbel" w:hAnsi="Corbel"/>
              </w:rPr>
              <w:t xml:space="preserve"> </w:t>
            </w:r>
            <w:r w:rsidR="00496D5A" w:rsidRPr="00595BB6">
              <w:rPr>
                <w:rFonts w:ascii="Corbel" w:hAnsi="Corbel"/>
              </w:rPr>
              <w:t xml:space="preserve">K_U15, </w:t>
            </w:r>
            <w:r w:rsidRPr="00595BB6">
              <w:rPr>
                <w:rFonts w:ascii="Corbel" w:hAnsi="Corbel"/>
              </w:rPr>
              <w:t>K_K02</w:t>
            </w:r>
          </w:p>
        </w:tc>
      </w:tr>
      <w:tr w:rsidR="00297CB6" w:rsidRPr="00426F5F" w14:paraId="0E255E7F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154FF556" w14:textId="7108A94A" w:rsidR="00297CB6" w:rsidRPr="00595BB6" w:rsidRDefault="00297CB6" w:rsidP="0059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BB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100" w:type="dxa"/>
          </w:tcPr>
          <w:p w14:paraId="3783ACE3" w14:textId="77777777" w:rsidR="00297CB6" w:rsidRPr="00595BB6" w:rsidRDefault="00EB6EF4" w:rsidP="00595B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5BB6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518C4AFB" w14:textId="77777777" w:rsidR="00297CB6" w:rsidRPr="00595BB6" w:rsidRDefault="00496D5A" w:rsidP="00595BB6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595BB6">
              <w:rPr>
                <w:rFonts w:ascii="Corbel" w:hAnsi="Corbel"/>
              </w:rPr>
              <w:t>K_U11, K_K02, K_K08</w:t>
            </w:r>
          </w:p>
        </w:tc>
      </w:tr>
    </w:tbl>
    <w:p w14:paraId="4AA6E369" w14:textId="77777777" w:rsidR="00501D15" w:rsidRPr="00426F5F" w:rsidRDefault="00501D15" w:rsidP="00EB5CA1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7F6F129A" w14:textId="3D226036" w:rsidR="0085747A" w:rsidRPr="00426F5F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426F5F">
        <w:rPr>
          <w:rFonts w:ascii="Corbel" w:hAnsi="Corbel"/>
          <w:b/>
          <w:sz w:val="24"/>
          <w:szCs w:val="24"/>
        </w:rPr>
        <w:t>3.3</w:t>
      </w:r>
      <w:r w:rsidR="00595BB6">
        <w:rPr>
          <w:rFonts w:ascii="Corbel" w:hAnsi="Corbel"/>
          <w:b/>
          <w:sz w:val="24"/>
          <w:szCs w:val="24"/>
        </w:rPr>
        <w:t>.</w:t>
      </w:r>
      <w:r w:rsidR="001D7B54" w:rsidRPr="00426F5F">
        <w:rPr>
          <w:rFonts w:ascii="Corbel" w:hAnsi="Corbel"/>
          <w:b/>
          <w:sz w:val="24"/>
          <w:szCs w:val="24"/>
        </w:rPr>
        <w:t xml:space="preserve"> </w:t>
      </w:r>
      <w:r w:rsidR="0085747A" w:rsidRPr="00426F5F">
        <w:rPr>
          <w:rFonts w:ascii="Corbel" w:hAnsi="Corbel"/>
          <w:b/>
          <w:sz w:val="24"/>
          <w:szCs w:val="24"/>
        </w:rPr>
        <w:t>T</w:t>
      </w:r>
      <w:r w:rsidR="001D7B54" w:rsidRPr="00426F5F">
        <w:rPr>
          <w:rFonts w:ascii="Corbel" w:hAnsi="Corbel"/>
          <w:b/>
          <w:sz w:val="24"/>
          <w:szCs w:val="24"/>
        </w:rPr>
        <w:t>reści programowe</w:t>
      </w:r>
    </w:p>
    <w:p w14:paraId="63298784" w14:textId="7F0A9CF5" w:rsidR="00675843" w:rsidRDefault="0085747A" w:rsidP="00595BB6">
      <w:pPr>
        <w:pStyle w:val="Akapitzlist"/>
        <w:numPr>
          <w:ilvl w:val="0"/>
          <w:numId w:val="1"/>
        </w:numPr>
        <w:spacing w:after="120" w:line="240" w:lineRule="auto"/>
        <w:ind w:left="784"/>
        <w:jc w:val="both"/>
        <w:rPr>
          <w:rFonts w:ascii="Corbel" w:hAnsi="Corbel"/>
          <w:sz w:val="24"/>
          <w:szCs w:val="24"/>
        </w:rPr>
      </w:pPr>
      <w:r w:rsidRPr="00426F5F">
        <w:rPr>
          <w:rFonts w:ascii="Corbel" w:hAnsi="Corbel"/>
          <w:sz w:val="24"/>
          <w:szCs w:val="24"/>
        </w:rPr>
        <w:t>Problematyka wykładu</w:t>
      </w:r>
      <w:r w:rsidR="00595BB6">
        <w:rPr>
          <w:rFonts w:ascii="Corbel" w:hAnsi="Corbel"/>
          <w:sz w:val="24"/>
          <w:szCs w:val="24"/>
        </w:rPr>
        <w:t xml:space="preserve"> </w:t>
      </w:r>
      <w:r w:rsidR="00DD7559">
        <w:rPr>
          <w:rFonts w:ascii="Corbel" w:hAnsi="Corbel"/>
          <w:sz w:val="24"/>
          <w:szCs w:val="24"/>
        </w:rPr>
        <w:t>– nie dotyczy</w:t>
      </w:r>
    </w:p>
    <w:p w14:paraId="63107DA1" w14:textId="77777777" w:rsidR="00595BB6" w:rsidRPr="00426F5F" w:rsidRDefault="00595BB6" w:rsidP="00595BB6">
      <w:pPr>
        <w:pStyle w:val="Akapitzlist"/>
        <w:spacing w:after="120" w:line="240" w:lineRule="auto"/>
        <w:ind w:left="784"/>
        <w:jc w:val="both"/>
        <w:rPr>
          <w:rFonts w:ascii="Corbel" w:hAnsi="Corbel"/>
          <w:sz w:val="24"/>
          <w:szCs w:val="24"/>
        </w:rPr>
      </w:pPr>
    </w:p>
    <w:p w14:paraId="4B40D09C" w14:textId="77777777" w:rsidR="00501D15" w:rsidRPr="00426F5F" w:rsidRDefault="00501D15" w:rsidP="00DD7559">
      <w:pPr>
        <w:pStyle w:val="Akapitzlist"/>
        <w:numPr>
          <w:ilvl w:val="0"/>
          <w:numId w:val="1"/>
        </w:numPr>
        <w:spacing w:after="0" w:line="240" w:lineRule="auto"/>
        <w:ind w:left="784"/>
        <w:rPr>
          <w:rFonts w:ascii="Corbel" w:hAnsi="Corbel"/>
          <w:sz w:val="24"/>
          <w:szCs w:val="24"/>
        </w:rPr>
      </w:pPr>
      <w:r w:rsidRPr="00426F5F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108FBB9A" w14:textId="77777777" w:rsidR="00501D15" w:rsidRPr="00426F5F" w:rsidRDefault="00501D15" w:rsidP="00501D1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3"/>
      </w:tblGrid>
      <w:tr w:rsidR="0085747A" w:rsidRPr="00426F5F" w14:paraId="6D3DF47C" w14:textId="77777777" w:rsidTr="00DD7559">
        <w:trPr>
          <w:trHeight w:val="85"/>
        </w:trPr>
        <w:tc>
          <w:tcPr>
            <w:tcW w:w="8213" w:type="dxa"/>
          </w:tcPr>
          <w:p w14:paraId="751CCEFF" w14:textId="77777777" w:rsidR="0085747A" w:rsidRPr="00DD7559" w:rsidRDefault="0085747A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26F5F" w14:paraId="1A65B46F" w14:textId="77777777" w:rsidTr="00DD7559">
        <w:trPr>
          <w:trHeight w:val="85"/>
        </w:trPr>
        <w:tc>
          <w:tcPr>
            <w:tcW w:w="8213" w:type="dxa"/>
          </w:tcPr>
          <w:p w14:paraId="7CD92FF4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1.</w:t>
            </w:r>
            <w:r w:rsidRPr="00DD7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Ogólna charakterystyka działań reglamentacyjnych w lotnictwie:</w:t>
            </w:r>
            <w:r w:rsidRPr="00DD755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311AE09" w14:textId="77777777" w:rsidR="00B26FC4" w:rsidRPr="00DD7559" w:rsidRDefault="00B26FC4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 xml:space="preserve">a. pojęcie koncesji </w:t>
            </w:r>
          </w:p>
          <w:p w14:paraId="484E55A1" w14:textId="2C436C1E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b. pojęcie zezwolenia</w:t>
            </w:r>
          </w:p>
          <w:p w14:paraId="1ED8CC58" w14:textId="5AA1DDDC" w:rsidR="00CB34AA" w:rsidRPr="00DD7559" w:rsidRDefault="00CB34AA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c. cel ograniczeń reglamentacyjnych</w:t>
            </w:r>
          </w:p>
          <w:p w14:paraId="291302D2" w14:textId="5614257E" w:rsidR="006B17AA" w:rsidRPr="00DD7559" w:rsidRDefault="00CB34AA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d</w:t>
            </w:r>
            <w:r w:rsidR="00B26FC4" w:rsidRPr="00DD7559">
              <w:rPr>
                <w:rFonts w:ascii="Corbel" w:hAnsi="Corbel"/>
                <w:sz w:val="24"/>
                <w:szCs w:val="24"/>
              </w:rPr>
              <w:t>. inne formy reglamentacji (tzw. użytek publiczny)</w:t>
            </w:r>
          </w:p>
          <w:p w14:paraId="775F3448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</w:tc>
      </w:tr>
      <w:tr w:rsidR="0085747A" w:rsidRPr="00426F5F" w14:paraId="017AC9C8" w14:textId="77777777" w:rsidTr="00DD7559">
        <w:trPr>
          <w:trHeight w:val="85"/>
        </w:trPr>
        <w:tc>
          <w:tcPr>
            <w:tcW w:w="8213" w:type="dxa"/>
          </w:tcPr>
          <w:p w14:paraId="4AC7B501" w14:textId="77777777" w:rsidR="00B26FC4" w:rsidRPr="00DD7559" w:rsidRDefault="0020055A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2.</w:t>
            </w:r>
            <w:r w:rsidR="00B26FC4" w:rsidRPr="00DD7559">
              <w:rPr>
                <w:rFonts w:ascii="Corbel" w:hAnsi="Corbel"/>
                <w:b/>
                <w:bCs/>
                <w:sz w:val="24"/>
                <w:szCs w:val="24"/>
              </w:rPr>
              <w:t xml:space="preserve"> Koncesje w prawie lotniczym </w:t>
            </w:r>
          </w:p>
          <w:p w14:paraId="6A77C76B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 xml:space="preserve">a. Ogólna charakterystyka działalności objętej koncesjami w lotnictwie </w:t>
            </w:r>
          </w:p>
          <w:p w14:paraId="102A4ED5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b. Ważniejsze wyjątki</w:t>
            </w:r>
          </w:p>
          <w:p w14:paraId="421EF7A1" w14:textId="77777777" w:rsidR="00C81AC6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c. Charakterystyka podmiotów udzielających koncesji</w:t>
            </w:r>
          </w:p>
          <w:p w14:paraId="390EA272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</w:tc>
      </w:tr>
      <w:tr w:rsidR="0085747A" w:rsidRPr="00426F5F" w14:paraId="3C537393" w14:textId="77777777" w:rsidTr="00DD7559">
        <w:trPr>
          <w:trHeight w:val="707"/>
        </w:trPr>
        <w:tc>
          <w:tcPr>
            <w:tcW w:w="8213" w:type="dxa"/>
          </w:tcPr>
          <w:p w14:paraId="5E9BB361" w14:textId="77777777" w:rsidR="00B26FC4" w:rsidRPr="00DD7559" w:rsidRDefault="00C81AC6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3.</w:t>
            </w:r>
            <w:r w:rsidRPr="00DD7559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FC4" w:rsidRPr="00DD7559">
              <w:rPr>
                <w:rFonts w:ascii="Corbel" w:hAnsi="Corbel"/>
                <w:b/>
                <w:bCs/>
                <w:sz w:val="24"/>
                <w:szCs w:val="24"/>
              </w:rPr>
              <w:t>Procedura wydania koncesji na przewóz lotniczy:</w:t>
            </w:r>
          </w:p>
          <w:p w14:paraId="163D7326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a. Elementy wniosku o udzielenie koncesji</w:t>
            </w:r>
          </w:p>
          <w:p w14:paraId="4E772EC1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b. Obowiązek przedstawienia koncesji do zatwierdzenia</w:t>
            </w:r>
          </w:p>
          <w:p w14:paraId="4D49738F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c Decyzje w sprawie koncesji; koncesja tymczasowa</w:t>
            </w:r>
          </w:p>
          <w:p w14:paraId="15E31FCD" w14:textId="3BDC74DF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d. Procedury w zakresie dokonywania ocena sytuacji finansowej przewoźnika</w:t>
            </w:r>
          </w:p>
          <w:p w14:paraId="4547AFB3" w14:textId="77777777" w:rsidR="0020055A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e. Ważniejsze obowiązki w zakresie zgłaszania zmian danych objętych wnioskiem o udzielenie koncesji</w:t>
            </w:r>
          </w:p>
          <w:p w14:paraId="6A2C30A7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3h</w:t>
            </w:r>
          </w:p>
        </w:tc>
      </w:tr>
      <w:tr w:rsidR="0020055A" w:rsidRPr="00426F5F" w14:paraId="7AEB4591" w14:textId="77777777" w:rsidTr="00DD7559">
        <w:trPr>
          <w:trHeight w:val="387"/>
        </w:trPr>
        <w:tc>
          <w:tcPr>
            <w:tcW w:w="8213" w:type="dxa"/>
          </w:tcPr>
          <w:p w14:paraId="6885A05F" w14:textId="77777777" w:rsidR="00B26FC4" w:rsidRPr="00DD7559" w:rsidRDefault="0020055A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4.</w:t>
            </w:r>
            <w:r w:rsidR="00C81AC6" w:rsidRPr="00DD755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B26FC4" w:rsidRPr="00DD7559">
              <w:rPr>
                <w:rFonts w:ascii="Corbel" w:hAnsi="Corbel"/>
                <w:b/>
                <w:bCs/>
                <w:sz w:val="24"/>
                <w:szCs w:val="24"/>
              </w:rPr>
              <w:t>Procedury wydawania zezwoleń w prawie lotniczym:</w:t>
            </w:r>
          </w:p>
          <w:p w14:paraId="696651C6" w14:textId="77777777" w:rsidR="00B26FC4" w:rsidRPr="00DD7559" w:rsidRDefault="00B26FC4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a. Przegląd działań przed złożeniem wniosku</w:t>
            </w:r>
          </w:p>
          <w:p w14:paraId="155BFD09" w14:textId="77777777" w:rsidR="00C81AC6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b. Sposoby gromadzenia dokumentacji i analizy kosztów</w:t>
            </w:r>
          </w:p>
          <w:p w14:paraId="079956D6" w14:textId="6EC3E1F3" w:rsidR="00BB0D12" w:rsidRPr="00DD7559" w:rsidRDefault="00BB0D12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c. nadzór i kontrola reglamentacyjna</w:t>
            </w:r>
          </w:p>
          <w:p w14:paraId="05070F86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3h</w:t>
            </w:r>
          </w:p>
        </w:tc>
      </w:tr>
      <w:tr w:rsidR="0020055A" w:rsidRPr="00426F5F" w14:paraId="7AACF0CB" w14:textId="77777777" w:rsidTr="00DD7559">
        <w:trPr>
          <w:trHeight w:val="90"/>
        </w:trPr>
        <w:tc>
          <w:tcPr>
            <w:tcW w:w="8213" w:type="dxa"/>
            <w:tcBorders>
              <w:bottom w:val="single" w:sz="4" w:space="0" w:color="auto"/>
            </w:tcBorders>
          </w:tcPr>
          <w:p w14:paraId="2ED8CD3A" w14:textId="77777777" w:rsidR="00B26FC4" w:rsidRPr="00DD7559" w:rsidRDefault="00851D1C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 xml:space="preserve">5. </w:t>
            </w:r>
            <w:r w:rsidR="00B26FC4" w:rsidRPr="00DD7559">
              <w:rPr>
                <w:rFonts w:ascii="Corbel" w:hAnsi="Corbel"/>
                <w:b/>
                <w:bCs/>
                <w:sz w:val="24"/>
                <w:szCs w:val="24"/>
              </w:rPr>
              <w:t>Procedura wydawania zezwolenia na zarządzanie lotniskiem użytku publicznego:</w:t>
            </w:r>
          </w:p>
          <w:p w14:paraId="4E460628" w14:textId="77777777" w:rsidR="00B26FC4" w:rsidRPr="00DD7559" w:rsidRDefault="00B26FC4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a. Etapy opracowania wniosku o udzielenie zezwolenia na zarządzanie lotniskiem użytku publicznego; odmowa,</w:t>
            </w:r>
          </w:p>
          <w:p w14:paraId="6F670F6F" w14:textId="77777777" w:rsidR="00B26FC4" w:rsidRPr="00DD7559" w:rsidRDefault="00B26FC4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b. Przegląd sytuacji prawnych powodujących cofnięcie lub zmianę zezwolenia;</w:t>
            </w:r>
          </w:p>
          <w:p w14:paraId="5FC80C89" w14:textId="77777777" w:rsidR="00B26FC4" w:rsidRPr="00DD7559" w:rsidRDefault="00B26FC4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c. Typowe elementy zezwolenia.</w:t>
            </w:r>
          </w:p>
          <w:p w14:paraId="1895BD50" w14:textId="77777777" w:rsidR="00851D1C" w:rsidRPr="00DD7559" w:rsidRDefault="00B26FC4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lastRenderedPageBreak/>
              <w:t>d. Przegląd najnowszych wymagań w zakresie dokumentów oraz informacji przedstawianych przy ubieganiu się o zezwolenie na zarządzanie lotniskiem użytku publicznego</w:t>
            </w:r>
          </w:p>
          <w:p w14:paraId="438C5BDC" w14:textId="77777777" w:rsidR="00B26FC4" w:rsidRPr="00DD7559" w:rsidRDefault="00B26FC4" w:rsidP="00DD7559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3h</w:t>
            </w:r>
          </w:p>
        </w:tc>
      </w:tr>
      <w:tr w:rsidR="00FD1855" w:rsidRPr="00426F5F" w14:paraId="068AC000" w14:textId="77777777" w:rsidTr="00DD7559">
        <w:trPr>
          <w:trHeight w:val="728"/>
        </w:trPr>
        <w:tc>
          <w:tcPr>
            <w:tcW w:w="8213" w:type="dxa"/>
            <w:tcBorders>
              <w:bottom w:val="single" w:sz="4" w:space="0" w:color="auto"/>
            </w:tcBorders>
          </w:tcPr>
          <w:p w14:paraId="579E8ED6" w14:textId="77777777" w:rsidR="00B26FC4" w:rsidRPr="00DD7559" w:rsidRDefault="00FD1855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sz w:val="24"/>
                <w:szCs w:val="24"/>
              </w:rPr>
              <w:lastRenderedPageBreak/>
              <w:t>6</w:t>
            </w:r>
            <w:r w:rsidR="00851D1C" w:rsidRPr="00DD7559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 w:rsidR="00B26FC4" w:rsidRPr="00DD7559">
              <w:rPr>
                <w:rFonts w:ascii="Corbel" w:hAnsi="Corbel"/>
                <w:b/>
                <w:bCs/>
                <w:sz w:val="24"/>
                <w:szCs w:val="24"/>
              </w:rPr>
              <w:t>Zezwolenie na wykonywanie obsługi naziemnej</w:t>
            </w:r>
          </w:p>
          <w:p w14:paraId="78DA8194" w14:textId="77777777" w:rsidR="00B26FC4" w:rsidRPr="00DD7559" w:rsidRDefault="00B26FC4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a. Usługi wchodzące w skład obsługi naziemnej.</w:t>
            </w:r>
          </w:p>
          <w:p w14:paraId="71AA02CC" w14:textId="77777777" w:rsidR="00B26FC4" w:rsidRPr="00DD7559" w:rsidRDefault="00B26FC4" w:rsidP="00DD7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b. Zasada ograniczenia liczby zezwoleń dla agentów obsługi naziemnej lub liczby użytkowników wykonujących własną obsługę naziemną.</w:t>
            </w:r>
          </w:p>
          <w:p w14:paraId="223A4C04" w14:textId="77777777" w:rsidR="00851D1C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D7559">
              <w:rPr>
                <w:rFonts w:ascii="Corbel" w:hAnsi="Corbel"/>
                <w:sz w:val="24"/>
                <w:szCs w:val="24"/>
              </w:rPr>
              <w:t>c. Ważniejsze przesłanki odmowy do wydania, zawieszenie lub cofnięcie zezwolenia na świadczenie obsługi naziemnej</w:t>
            </w:r>
          </w:p>
          <w:p w14:paraId="3182EB54" w14:textId="77777777" w:rsidR="00B26FC4" w:rsidRPr="00DD7559" w:rsidRDefault="00B26FC4" w:rsidP="00DD755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2h</w:t>
            </w:r>
          </w:p>
        </w:tc>
      </w:tr>
    </w:tbl>
    <w:p w14:paraId="2169BEBD" w14:textId="77777777" w:rsidR="00501D15" w:rsidRPr="00426F5F" w:rsidRDefault="00501D15" w:rsidP="00DD75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C726CF" w14:textId="3868AFD0" w:rsidR="0085747A" w:rsidRPr="00426F5F" w:rsidRDefault="009F4610" w:rsidP="00DD75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26F5F">
        <w:rPr>
          <w:rFonts w:ascii="Corbel" w:hAnsi="Corbel"/>
          <w:smallCaps w:val="0"/>
          <w:szCs w:val="24"/>
        </w:rPr>
        <w:t>3.4</w:t>
      </w:r>
      <w:r w:rsidR="00DD7559">
        <w:rPr>
          <w:rFonts w:ascii="Corbel" w:hAnsi="Corbel"/>
          <w:smallCaps w:val="0"/>
          <w:szCs w:val="24"/>
        </w:rPr>
        <w:t>.</w:t>
      </w:r>
      <w:r w:rsidRPr="00426F5F">
        <w:rPr>
          <w:rFonts w:ascii="Corbel" w:hAnsi="Corbel"/>
          <w:smallCaps w:val="0"/>
          <w:szCs w:val="24"/>
        </w:rPr>
        <w:t xml:space="preserve"> Metody dydaktyczne</w:t>
      </w:r>
      <w:r w:rsidRPr="00426F5F">
        <w:rPr>
          <w:rFonts w:ascii="Corbel" w:hAnsi="Corbel"/>
          <w:b w:val="0"/>
          <w:smallCaps w:val="0"/>
          <w:szCs w:val="24"/>
        </w:rPr>
        <w:t xml:space="preserve"> </w:t>
      </w:r>
    </w:p>
    <w:p w14:paraId="2328BE59" w14:textId="77777777" w:rsidR="0085747A" w:rsidRPr="00426F5F" w:rsidRDefault="0085747A" w:rsidP="00DD75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1B2C94" w14:textId="3C171A43" w:rsidR="0085747A" w:rsidRPr="00DD7559" w:rsidRDefault="00DD7559" w:rsidP="00DD7559">
      <w:pPr>
        <w:pStyle w:val="Punktygwne"/>
        <w:spacing w:before="0" w:after="0"/>
        <w:ind w:left="426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Konwersatorium: w</w:t>
      </w:r>
      <w:r w:rsidR="0085747A" w:rsidRPr="00DD7559">
        <w:rPr>
          <w:rFonts w:ascii="Corbel" w:hAnsi="Corbel"/>
          <w:b w:val="0"/>
          <w:iCs/>
          <w:smallCaps w:val="0"/>
          <w:szCs w:val="24"/>
        </w:rPr>
        <w:t>ykład</w:t>
      </w:r>
      <w:r w:rsidR="00501D15" w:rsidRPr="00DD7559">
        <w:rPr>
          <w:rFonts w:ascii="Corbel" w:hAnsi="Corbel"/>
          <w:b w:val="0"/>
          <w:iCs/>
          <w:smallCaps w:val="0"/>
          <w:szCs w:val="24"/>
        </w:rPr>
        <w:t xml:space="preserve"> konwersatoryjny,</w:t>
      </w:r>
      <w:r w:rsidR="0085747A" w:rsidRPr="00DD7559">
        <w:rPr>
          <w:rFonts w:ascii="Corbel" w:hAnsi="Corbel"/>
          <w:b w:val="0"/>
          <w:iCs/>
          <w:smallCaps w:val="0"/>
          <w:szCs w:val="24"/>
        </w:rPr>
        <w:t xml:space="preserve"> problemowy</w:t>
      </w:r>
    </w:p>
    <w:p w14:paraId="468A1836" w14:textId="77777777" w:rsidR="00E960BB" w:rsidRPr="00426F5F" w:rsidRDefault="00E960BB" w:rsidP="00DD75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CF9F91" w14:textId="3BFDE7F3" w:rsidR="0085747A" w:rsidRPr="00426F5F" w:rsidRDefault="00C61DC5" w:rsidP="00DD75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26F5F">
        <w:rPr>
          <w:rFonts w:ascii="Corbel" w:hAnsi="Corbel"/>
          <w:smallCaps w:val="0"/>
          <w:szCs w:val="24"/>
        </w:rPr>
        <w:t xml:space="preserve">4. </w:t>
      </w:r>
      <w:r w:rsidR="0085747A" w:rsidRPr="00426F5F">
        <w:rPr>
          <w:rFonts w:ascii="Corbel" w:hAnsi="Corbel"/>
          <w:smallCaps w:val="0"/>
          <w:szCs w:val="24"/>
        </w:rPr>
        <w:t>METODY I KRYTERIA OCENY</w:t>
      </w:r>
    </w:p>
    <w:p w14:paraId="4A29503F" w14:textId="77777777" w:rsidR="00923D7D" w:rsidRPr="00426F5F" w:rsidRDefault="00923D7D" w:rsidP="00DD75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F8612C" w14:textId="449C51E0" w:rsidR="0085747A" w:rsidRPr="00426F5F" w:rsidRDefault="0085747A" w:rsidP="00DD75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26F5F">
        <w:rPr>
          <w:rFonts w:ascii="Corbel" w:hAnsi="Corbel"/>
          <w:smallCaps w:val="0"/>
          <w:szCs w:val="24"/>
        </w:rPr>
        <w:t>4.1</w:t>
      </w:r>
      <w:r w:rsidR="00DD7559">
        <w:rPr>
          <w:rFonts w:ascii="Corbel" w:hAnsi="Corbel"/>
          <w:smallCaps w:val="0"/>
          <w:szCs w:val="24"/>
        </w:rPr>
        <w:t>.</w:t>
      </w:r>
      <w:r w:rsidRPr="00426F5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26F5F">
        <w:rPr>
          <w:rFonts w:ascii="Corbel" w:hAnsi="Corbel"/>
          <w:smallCaps w:val="0"/>
          <w:szCs w:val="24"/>
        </w:rPr>
        <w:t>uczenia się</w:t>
      </w:r>
    </w:p>
    <w:p w14:paraId="2CB4981F" w14:textId="77777777" w:rsidR="0085747A" w:rsidRPr="00426F5F" w:rsidRDefault="0085747A" w:rsidP="00DD75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426F5F" w14:paraId="21931C0D" w14:textId="77777777" w:rsidTr="000D4A1D">
        <w:tc>
          <w:tcPr>
            <w:tcW w:w="1990" w:type="dxa"/>
            <w:vAlign w:val="center"/>
          </w:tcPr>
          <w:p w14:paraId="273CAD83" w14:textId="77777777" w:rsidR="0085747A" w:rsidRPr="00426F5F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D942AB" w14:textId="77777777" w:rsidR="0085747A" w:rsidRPr="00426F5F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01D15" w:rsidRPr="00426F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72DF9048" w14:textId="77777777" w:rsidR="0085747A" w:rsidRPr="00426F5F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26F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05AF0528" w14:textId="77777777" w:rsidR="00923D7D" w:rsidRPr="00426F5F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6591B2" w14:textId="77777777" w:rsidR="0085747A" w:rsidRPr="00426F5F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26F5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26F5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426F5F" w14:paraId="7132EF97" w14:textId="77777777" w:rsidTr="00DD7559">
        <w:trPr>
          <w:trHeight w:val="340"/>
        </w:trPr>
        <w:tc>
          <w:tcPr>
            <w:tcW w:w="1990" w:type="dxa"/>
            <w:vAlign w:val="center"/>
          </w:tcPr>
          <w:p w14:paraId="23A7F604" w14:textId="4D8CC176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7D95C261" w14:textId="77777777" w:rsidR="000D4A1D" w:rsidRPr="00DD7559" w:rsidRDefault="000D4A1D" w:rsidP="00DD7559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 w:val="22"/>
              </w:rPr>
            </w:pPr>
            <w:r w:rsidRPr="00DD7559">
              <w:rPr>
                <w:rFonts w:ascii="Corbel" w:hAnsi="Corbel"/>
                <w:b w:val="0"/>
                <w:smallCaps w:val="0"/>
                <w:sz w:val="22"/>
              </w:rPr>
              <w:t>dyskusja w trakcie wykładu</w:t>
            </w:r>
          </w:p>
        </w:tc>
        <w:tc>
          <w:tcPr>
            <w:tcW w:w="2129" w:type="dxa"/>
            <w:vAlign w:val="center"/>
          </w:tcPr>
          <w:p w14:paraId="754EF5A7" w14:textId="77777777" w:rsidR="000D4A1D" w:rsidRPr="00DD7559" w:rsidRDefault="00501D15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748A9B4B" w14:textId="77777777" w:rsidTr="00DD7559">
        <w:trPr>
          <w:trHeight w:val="340"/>
        </w:trPr>
        <w:tc>
          <w:tcPr>
            <w:tcW w:w="1990" w:type="dxa"/>
            <w:vAlign w:val="center"/>
          </w:tcPr>
          <w:p w14:paraId="4A1E71A9" w14:textId="2BE6A987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0CFB3956" w14:textId="3E2AC703" w:rsidR="000D4A1D" w:rsidRPr="00DD7559" w:rsidRDefault="00501D15" w:rsidP="00DD7559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vAlign w:val="center"/>
          </w:tcPr>
          <w:p w14:paraId="1CD36306" w14:textId="77777777" w:rsidR="000D4A1D" w:rsidRPr="00DD7559" w:rsidRDefault="00501D15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5BDF7640" w14:textId="77777777" w:rsidTr="00DD7559">
        <w:trPr>
          <w:trHeight w:val="340"/>
        </w:trPr>
        <w:tc>
          <w:tcPr>
            <w:tcW w:w="1990" w:type="dxa"/>
            <w:vAlign w:val="center"/>
          </w:tcPr>
          <w:p w14:paraId="04747C58" w14:textId="75CFC05D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03D2E542" w14:textId="77777777" w:rsidR="000D4A1D" w:rsidRPr="00DD7559" w:rsidRDefault="00501D15" w:rsidP="00DD7559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vAlign w:val="center"/>
          </w:tcPr>
          <w:p w14:paraId="4CB1CBAC" w14:textId="77777777" w:rsidR="000D4A1D" w:rsidRPr="00DD7559" w:rsidRDefault="00501D15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492CF586" w14:textId="77777777" w:rsidTr="00DD7559">
        <w:trPr>
          <w:trHeight w:val="340"/>
        </w:trPr>
        <w:tc>
          <w:tcPr>
            <w:tcW w:w="1990" w:type="dxa"/>
            <w:vAlign w:val="center"/>
          </w:tcPr>
          <w:p w14:paraId="26C85D41" w14:textId="12A1421D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6FAE3E95" w14:textId="77777777" w:rsidR="000D4A1D" w:rsidRPr="00DD7559" w:rsidRDefault="00501D15" w:rsidP="00DD7559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vAlign w:val="center"/>
          </w:tcPr>
          <w:p w14:paraId="0AA3CE45" w14:textId="77777777" w:rsidR="000D4A1D" w:rsidRPr="00DD7559" w:rsidRDefault="00501D15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0B1B1C80" w14:textId="77777777" w:rsidTr="00DD7559">
        <w:trPr>
          <w:trHeight w:val="340"/>
        </w:trPr>
        <w:tc>
          <w:tcPr>
            <w:tcW w:w="1990" w:type="dxa"/>
            <w:vAlign w:val="center"/>
          </w:tcPr>
          <w:p w14:paraId="5CD3E1F5" w14:textId="659104EC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47904A65" w14:textId="77777777" w:rsidR="000D4A1D" w:rsidRPr="00DD7559" w:rsidRDefault="00501D15" w:rsidP="00DD7559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vAlign w:val="center"/>
          </w:tcPr>
          <w:p w14:paraId="0582EF18" w14:textId="77777777" w:rsidR="000D4A1D" w:rsidRPr="00DD7559" w:rsidRDefault="00501D15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5BA79B3C" w14:textId="77777777" w:rsidTr="00DD7559">
        <w:trPr>
          <w:trHeight w:val="340"/>
        </w:trPr>
        <w:tc>
          <w:tcPr>
            <w:tcW w:w="1990" w:type="dxa"/>
            <w:vAlign w:val="center"/>
          </w:tcPr>
          <w:p w14:paraId="2A21177E" w14:textId="7178375A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528F1111" w14:textId="77777777" w:rsidR="000D4A1D" w:rsidRPr="00DD7559" w:rsidRDefault="00501D15" w:rsidP="00DD7559">
            <w:pPr>
              <w:pStyle w:val="Punktygwne"/>
              <w:spacing w:before="0" w:after="0"/>
              <w:ind w:left="51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vAlign w:val="center"/>
          </w:tcPr>
          <w:p w14:paraId="558EA047" w14:textId="77777777" w:rsidR="000D4A1D" w:rsidRPr="00DD7559" w:rsidRDefault="00501D15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45BD4226" w14:textId="77777777" w:rsidTr="00DD75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990" w:type="dxa"/>
            <w:vAlign w:val="center"/>
          </w:tcPr>
          <w:p w14:paraId="47FB25A9" w14:textId="421DB0EC" w:rsidR="000D4A1D" w:rsidRPr="00DD7559" w:rsidRDefault="00DD7559" w:rsidP="00DD7559">
            <w:pPr>
              <w:pStyle w:val="Punktygwne"/>
              <w:spacing w:before="0" w:after="0"/>
              <w:ind w:left="142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08E0AE92" w14:textId="77777777" w:rsidR="000D4A1D" w:rsidRPr="00DD7559" w:rsidRDefault="00501D15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9" w:type="dxa"/>
            <w:vAlign w:val="center"/>
          </w:tcPr>
          <w:p w14:paraId="2E95D947" w14:textId="77777777" w:rsidR="000D4A1D" w:rsidRPr="00DD7559" w:rsidRDefault="00501D15" w:rsidP="00DD7559">
            <w:pPr>
              <w:pStyle w:val="Punktygwne"/>
              <w:spacing w:before="0" w:after="0"/>
              <w:ind w:left="13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5F2ADDC6" w14:textId="77777777" w:rsidTr="00DD75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990" w:type="dxa"/>
            <w:vAlign w:val="center"/>
          </w:tcPr>
          <w:p w14:paraId="089F7EFB" w14:textId="46BFB335" w:rsidR="000D4A1D" w:rsidRPr="00DD7559" w:rsidRDefault="00DD7559" w:rsidP="00DD7559">
            <w:pPr>
              <w:pStyle w:val="Punktygwne"/>
              <w:spacing w:before="0" w:after="0"/>
              <w:ind w:left="142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69D7081F" w14:textId="5D3AA46C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  <w:vAlign w:val="center"/>
          </w:tcPr>
          <w:p w14:paraId="795F7C27" w14:textId="77777777" w:rsidR="000D4A1D" w:rsidRPr="00DD7559" w:rsidRDefault="00501D15" w:rsidP="00DD7559">
            <w:pPr>
              <w:pStyle w:val="Punktygwne"/>
              <w:spacing w:before="0" w:after="0"/>
              <w:ind w:left="13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739D40FC" w14:textId="77777777" w:rsidTr="00DD75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990" w:type="dxa"/>
            <w:vAlign w:val="center"/>
          </w:tcPr>
          <w:p w14:paraId="0A8AEDA5" w14:textId="25DE31C0" w:rsidR="000D4A1D" w:rsidRPr="00DD7559" w:rsidRDefault="00DD7559" w:rsidP="00DD7559">
            <w:pPr>
              <w:pStyle w:val="Punktygwne"/>
              <w:spacing w:before="0" w:after="0"/>
              <w:ind w:left="142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0ECB77F6" w14:textId="1F5E2493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  <w:vAlign w:val="center"/>
          </w:tcPr>
          <w:p w14:paraId="2EC5C181" w14:textId="77777777" w:rsidR="000D4A1D" w:rsidRPr="00DD7559" w:rsidRDefault="00501D15" w:rsidP="00DD7559">
            <w:pPr>
              <w:pStyle w:val="Punktygwne"/>
              <w:spacing w:before="0" w:after="0"/>
              <w:ind w:left="13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4A1D" w:rsidRPr="00426F5F" w14:paraId="382584A6" w14:textId="77777777" w:rsidTr="00DD75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990" w:type="dxa"/>
            <w:vAlign w:val="center"/>
          </w:tcPr>
          <w:p w14:paraId="72D2FC8E" w14:textId="77E2F80A" w:rsidR="000D4A1D" w:rsidRPr="00DD7559" w:rsidRDefault="00DD7559" w:rsidP="00DD7559">
            <w:pPr>
              <w:pStyle w:val="Punktygwne"/>
              <w:spacing w:before="0" w:after="0"/>
              <w:ind w:left="142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232FBAEA" w14:textId="1EEE7C7F" w:rsidR="000D4A1D" w:rsidRPr="00DD7559" w:rsidRDefault="00DD7559" w:rsidP="00DD7559">
            <w:pPr>
              <w:pStyle w:val="Punktygwne"/>
              <w:spacing w:before="0" w:after="0"/>
              <w:ind w:left="104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  <w:vAlign w:val="center"/>
          </w:tcPr>
          <w:p w14:paraId="79226910" w14:textId="77777777" w:rsidR="000D4A1D" w:rsidRPr="00DD7559" w:rsidRDefault="00501D15" w:rsidP="00DD7559">
            <w:pPr>
              <w:pStyle w:val="Punktygwne"/>
              <w:spacing w:before="0" w:after="0"/>
              <w:ind w:left="13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25E9545" w14:textId="77777777" w:rsidR="00501D15" w:rsidRPr="00426F5F" w:rsidRDefault="00501D1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913E0C" w14:textId="1246A064" w:rsidR="0085747A" w:rsidRPr="00426F5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26F5F">
        <w:rPr>
          <w:rFonts w:ascii="Corbel" w:hAnsi="Corbel"/>
          <w:smallCaps w:val="0"/>
          <w:szCs w:val="24"/>
        </w:rPr>
        <w:t>4.2</w:t>
      </w:r>
      <w:r w:rsidR="00DD7559">
        <w:rPr>
          <w:rFonts w:ascii="Corbel" w:hAnsi="Corbel"/>
          <w:smallCaps w:val="0"/>
          <w:szCs w:val="24"/>
        </w:rPr>
        <w:t>.</w:t>
      </w:r>
      <w:r w:rsidRPr="00426F5F">
        <w:rPr>
          <w:rFonts w:ascii="Corbel" w:hAnsi="Corbel"/>
          <w:smallCaps w:val="0"/>
          <w:szCs w:val="24"/>
        </w:rPr>
        <w:t xml:space="preserve"> </w:t>
      </w:r>
      <w:r w:rsidR="0085747A" w:rsidRPr="00426F5F">
        <w:rPr>
          <w:rFonts w:ascii="Corbel" w:hAnsi="Corbel"/>
          <w:smallCaps w:val="0"/>
          <w:szCs w:val="24"/>
        </w:rPr>
        <w:t>Warunki zaliczenia przedmiotu (kryteria oceniania)</w:t>
      </w:r>
    </w:p>
    <w:p w14:paraId="4C064539" w14:textId="77777777" w:rsidR="00923D7D" w:rsidRPr="00426F5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85747A" w:rsidRPr="00426F5F" w14:paraId="6E3A0F65" w14:textId="77777777" w:rsidTr="00DD7559">
        <w:trPr>
          <w:trHeight w:val="728"/>
        </w:trPr>
        <w:tc>
          <w:tcPr>
            <w:tcW w:w="9213" w:type="dxa"/>
            <w:vAlign w:val="center"/>
          </w:tcPr>
          <w:p w14:paraId="279A8702" w14:textId="1511C612" w:rsidR="0085747A" w:rsidRPr="00DD7559" w:rsidRDefault="00670D1E" w:rsidP="00670D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55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01D15" w:rsidRPr="00DD7559">
              <w:rPr>
                <w:rFonts w:ascii="Corbel" w:hAnsi="Corbel"/>
                <w:b w:val="0"/>
                <w:smallCaps w:val="0"/>
                <w:szCs w:val="24"/>
              </w:rPr>
              <w:t>aliczenie</w:t>
            </w:r>
            <w:r w:rsidR="000D4A1D" w:rsidRPr="00DD7559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 w:rsidR="00501D15" w:rsidRPr="00DD755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D4A1D" w:rsidRPr="00DD75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D020C" w:rsidRPr="00DD75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D4A1D" w:rsidRPr="00DD7559">
              <w:rPr>
                <w:rFonts w:ascii="Corbel" w:hAnsi="Corbel"/>
                <w:b w:val="0"/>
                <w:smallCaps w:val="0"/>
                <w:szCs w:val="24"/>
              </w:rPr>
              <w:t>arkusz zawiera 15 pytań.</w:t>
            </w:r>
            <w:r w:rsidR="005721D5" w:rsidRPr="00DD75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D4A1D" w:rsidRPr="00DD7559">
              <w:rPr>
                <w:rFonts w:ascii="Corbel" w:hAnsi="Corbel"/>
                <w:b w:val="0"/>
                <w:smallCaps w:val="0"/>
                <w:szCs w:val="24"/>
              </w:rPr>
              <w:t xml:space="preserve">Za każde pytanie student uzyskuje 1 punkt. </w:t>
            </w:r>
            <w:r w:rsidR="00DD7559" w:rsidRPr="00DD755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0D4A1D" w:rsidRPr="00DD7559">
              <w:rPr>
                <w:rFonts w:ascii="Corbel" w:hAnsi="Corbel"/>
                <w:b w:val="0"/>
                <w:smallCaps w:val="0"/>
                <w:szCs w:val="24"/>
              </w:rPr>
              <w:t xml:space="preserve">Do zaliczenia wymagane jest uzyskanie 8 punktów. Opcjonalnie </w:t>
            </w:r>
            <w:r w:rsidR="00501D15" w:rsidRPr="00DD7559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0D4A1D" w:rsidRPr="00DD7559">
              <w:rPr>
                <w:rFonts w:ascii="Corbel" w:hAnsi="Corbel"/>
                <w:b w:val="0"/>
                <w:smallCaps w:val="0"/>
                <w:szCs w:val="24"/>
              </w:rPr>
              <w:t xml:space="preserve"> ustn</w:t>
            </w:r>
            <w:r w:rsidR="00501D15" w:rsidRPr="00DD755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D7559" w:rsidRPr="00DD75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46D9452" w14:textId="77777777" w:rsidR="0085747A" w:rsidRPr="00426F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2CCFC" w14:textId="77777777" w:rsidR="00DD7559" w:rsidRDefault="00DD755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ADFE6BB" w14:textId="65E867CB" w:rsidR="009F4610" w:rsidRPr="00426F5F" w:rsidRDefault="0085747A" w:rsidP="00DD7559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426F5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426F5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A35EB6" w14:textId="77777777" w:rsidR="0085747A" w:rsidRPr="00426F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85747A" w:rsidRPr="00426F5F" w14:paraId="546817B6" w14:textId="77777777" w:rsidTr="00DD7559">
        <w:tc>
          <w:tcPr>
            <w:tcW w:w="5103" w:type="dxa"/>
            <w:vAlign w:val="center"/>
          </w:tcPr>
          <w:p w14:paraId="28755099" w14:textId="77777777" w:rsidR="0085747A" w:rsidRPr="00426F5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F5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26F5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26F5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7A1C750" w14:textId="77777777" w:rsidR="0085747A" w:rsidRPr="00426F5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F5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26F5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26F5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26F5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26F5F" w14:paraId="41E9831B" w14:textId="77777777" w:rsidTr="00DD7559">
        <w:tc>
          <w:tcPr>
            <w:tcW w:w="5103" w:type="dxa"/>
          </w:tcPr>
          <w:p w14:paraId="38627E2E" w14:textId="77777777" w:rsidR="0085747A" w:rsidRPr="00426F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G</w:t>
            </w:r>
            <w:r w:rsidR="0085747A" w:rsidRPr="00426F5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26F5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26F5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26F5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26F5F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01D15" w:rsidRPr="00426F5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26F5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5B8CC189" w14:textId="3E31D4FE" w:rsidR="0085747A" w:rsidRPr="00DD7559" w:rsidRDefault="005721D5" w:rsidP="00DD755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426F5F">
              <w:rPr>
                <w:rFonts w:ascii="Corbel" w:hAnsi="Corbel"/>
              </w:rPr>
              <w:t>1</w:t>
            </w:r>
            <w:r w:rsidR="00185B26" w:rsidRPr="00426F5F">
              <w:rPr>
                <w:rFonts w:ascii="Corbel" w:hAnsi="Corbel"/>
              </w:rPr>
              <w:t>5 godz.</w:t>
            </w:r>
          </w:p>
        </w:tc>
      </w:tr>
      <w:tr w:rsidR="00C61DC5" w:rsidRPr="00426F5F" w14:paraId="3117EA33" w14:textId="77777777" w:rsidTr="00DD7559">
        <w:tc>
          <w:tcPr>
            <w:tcW w:w="5103" w:type="dxa"/>
          </w:tcPr>
          <w:p w14:paraId="36577096" w14:textId="77777777" w:rsidR="00C61DC5" w:rsidRPr="00426F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386F2CC" w14:textId="77777777" w:rsidR="00C61DC5" w:rsidRPr="00426F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B1D60CF" w14:textId="526D9264" w:rsidR="00C61DC5" w:rsidRPr="00426F5F" w:rsidRDefault="00DD75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426F5F">
              <w:rPr>
                <w:rFonts w:ascii="Corbel" w:hAnsi="Corbel"/>
              </w:rPr>
              <w:t xml:space="preserve"> </w:t>
            </w:r>
            <w:r w:rsidRPr="00426F5F">
              <w:rPr>
                <w:rFonts w:ascii="Corbel" w:hAnsi="Corbel"/>
              </w:rPr>
              <w:t>godz.</w:t>
            </w:r>
          </w:p>
        </w:tc>
      </w:tr>
      <w:tr w:rsidR="00C61DC5" w:rsidRPr="00426F5F" w14:paraId="060AF05A" w14:textId="77777777" w:rsidTr="00DD7559">
        <w:tc>
          <w:tcPr>
            <w:tcW w:w="5103" w:type="dxa"/>
          </w:tcPr>
          <w:p w14:paraId="7D8069E2" w14:textId="77777777" w:rsidR="0071620A" w:rsidRPr="00426F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26B0E9E" w14:textId="77777777" w:rsidR="00C61DC5" w:rsidRPr="00426F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201CA5A2" w14:textId="2933FDDF" w:rsidR="00C61DC5" w:rsidRPr="00426F5F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8</w:t>
            </w:r>
            <w:r w:rsidR="00DD7559">
              <w:rPr>
                <w:rFonts w:ascii="Corbel" w:hAnsi="Corbel"/>
                <w:sz w:val="24"/>
                <w:szCs w:val="24"/>
              </w:rPr>
              <w:t>0</w:t>
            </w:r>
            <w:r w:rsidR="00DD7559" w:rsidRPr="00426F5F">
              <w:rPr>
                <w:rFonts w:ascii="Corbel" w:hAnsi="Corbel"/>
              </w:rPr>
              <w:t xml:space="preserve"> </w:t>
            </w:r>
            <w:r w:rsidR="00DD7559" w:rsidRPr="00426F5F">
              <w:rPr>
                <w:rFonts w:ascii="Corbel" w:hAnsi="Corbel"/>
              </w:rPr>
              <w:t>godz.</w:t>
            </w:r>
          </w:p>
        </w:tc>
      </w:tr>
      <w:tr w:rsidR="0085747A" w:rsidRPr="00426F5F" w14:paraId="3F7271D4" w14:textId="77777777" w:rsidTr="00DD7559">
        <w:trPr>
          <w:trHeight w:val="338"/>
        </w:trPr>
        <w:tc>
          <w:tcPr>
            <w:tcW w:w="5103" w:type="dxa"/>
          </w:tcPr>
          <w:p w14:paraId="6CB35E85" w14:textId="77777777" w:rsidR="0085747A" w:rsidRPr="00426F5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83E0C81" w14:textId="77777777" w:rsidR="0085747A" w:rsidRPr="00426F5F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26F5F" w14:paraId="0B2A8DCD" w14:textId="77777777" w:rsidTr="00DD7559">
        <w:trPr>
          <w:trHeight w:val="365"/>
        </w:trPr>
        <w:tc>
          <w:tcPr>
            <w:tcW w:w="5103" w:type="dxa"/>
          </w:tcPr>
          <w:p w14:paraId="24859800" w14:textId="77777777" w:rsidR="0085747A" w:rsidRPr="00426F5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26F5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4250481" w14:textId="77777777" w:rsidR="0085747A" w:rsidRPr="00426F5F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F5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8EA924" w14:textId="77777777" w:rsidR="0085747A" w:rsidRPr="00426F5F" w:rsidRDefault="00923D7D" w:rsidP="00DD7559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426F5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26F5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FBC8B5" w14:textId="77777777" w:rsidR="003E1941" w:rsidRPr="00426F5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FA0B1" w14:textId="7AD525D7" w:rsidR="0085747A" w:rsidRPr="00426F5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26F5F">
        <w:rPr>
          <w:rFonts w:ascii="Corbel" w:hAnsi="Corbel"/>
          <w:smallCaps w:val="0"/>
          <w:szCs w:val="24"/>
        </w:rPr>
        <w:t xml:space="preserve">6. </w:t>
      </w:r>
      <w:r w:rsidR="0085747A" w:rsidRPr="00426F5F">
        <w:rPr>
          <w:rFonts w:ascii="Corbel" w:hAnsi="Corbel"/>
          <w:smallCaps w:val="0"/>
          <w:szCs w:val="24"/>
        </w:rPr>
        <w:t>PRAKTYKI ZAWODOWE W RAMACH PRZEDMIOTU</w:t>
      </w:r>
    </w:p>
    <w:p w14:paraId="3CD49771" w14:textId="77777777" w:rsidR="0085747A" w:rsidRPr="00426F5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940"/>
      </w:tblGrid>
      <w:tr w:rsidR="0085747A" w:rsidRPr="00426F5F" w14:paraId="59D14B5D" w14:textId="77777777" w:rsidTr="00DD7559">
        <w:trPr>
          <w:trHeight w:val="397"/>
        </w:trPr>
        <w:tc>
          <w:tcPr>
            <w:tcW w:w="3969" w:type="dxa"/>
          </w:tcPr>
          <w:p w14:paraId="42C2AE88" w14:textId="77777777" w:rsidR="0085747A" w:rsidRPr="00426F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</w:tcPr>
          <w:p w14:paraId="41AE6123" w14:textId="77777777" w:rsidR="0085747A" w:rsidRPr="00426F5F" w:rsidRDefault="00501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26F5F" w14:paraId="0D9A3BCD" w14:textId="77777777" w:rsidTr="00DD7559">
        <w:trPr>
          <w:trHeight w:val="397"/>
        </w:trPr>
        <w:tc>
          <w:tcPr>
            <w:tcW w:w="3969" w:type="dxa"/>
          </w:tcPr>
          <w:p w14:paraId="4D450BD8" w14:textId="77777777" w:rsidR="0085747A" w:rsidRPr="00426F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</w:tcPr>
          <w:p w14:paraId="6CE44E3C" w14:textId="77777777" w:rsidR="0085747A" w:rsidRPr="00426F5F" w:rsidRDefault="00501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F5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F4DF71" w14:textId="77777777" w:rsidR="003E1941" w:rsidRPr="00426F5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2CE630" w14:textId="77777777" w:rsidR="0085747A" w:rsidRPr="00426F5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26F5F">
        <w:rPr>
          <w:rFonts w:ascii="Corbel" w:hAnsi="Corbel"/>
          <w:smallCaps w:val="0"/>
          <w:szCs w:val="24"/>
        </w:rPr>
        <w:t xml:space="preserve">7. </w:t>
      </w:r>
      <w:r w:rsidR="0085747A" w:rsidRPr="00426F5F">
        <w:rPr>
          <w:rFonts w:ascii="Corbel" w:hAnsi="Corbel"/>
          <w:smallCaps w:val="0"/>
          <w:szCs w:val="24"/>
        </w:rPr>
        <w:t>LITERATURA</w:t>
      </w:r>
      <w:r w:rsidRPr="00426F5F">
        <w:rPr>
          <w:rFonts w:ascii="Corbel" w:hAnsi="Corbel"/>
          <w:smallCaps w:val="0"/>
          <w:szCs w:val="24"/>
        </w:rPr>
        <w:t xml:space="preserve"> </w:t>
      </w:r>
    </w:p>
    <w:p w14:paraId="3E87AE42" w14:textId="77777777" w:rsidR="00675843" w:rsidRPr="00426F5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DD7559" w14:paraId="1CAFC551" w14:textId="77777777" w:rsidTr="00DD7559">
        <w:trPr>
          <w:trHeight w:val="397"/>
        </w:trPr>
        <w:tc>
          <w:tcPr>
            <w:tcW w:w="9349" w:type="dxa"/>
          </w:tcPr>
          <w:p w14:paraId="7634E653" w14:textId="77777777" w:rsidR="000360DB" w:rsidRPr="00DD7559" w:rsidRDefault="000360DB" w:rsidP="006210AB">
            <w:pPr>
              <w:spacing w:before="60"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D7559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6AB4F0CB" w14:textId="77777777" w:rsidR="00F747AB" w:rsidRPr="00DD7559" w:rsidRDefault="00F747AB" w:rsidP="006210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proofErr w:type="spellStart"/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>Kocowski</w:t>
            </w:r>
            <w:proofErr w:type="spellEnd"/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T</w:t>
            </w:r>
            <w:r w:rsidRPr="00DD7559"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 xml:space="preserve">., Reglamentacja działalności gospodarczej w polskim administracyjnym prawie gospodarczym, </w:t>
            </w: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>Wrocław 2009</w:t>
            </w:r>
          </w:p>
          <w:p w14:paraId="3A868159" w14:textId="77777777" w:rsidR="00F747AB" w:rsidRPr="00DD7559" w:rsidRDefault="00F747AB" w:rsidP="00DD755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Łuczak K. (red.), </w:t>
            </w:r>
            <w:r w:rsidRPr="00DD7559"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 xml:space="preserve">Zarządzanie bezpieczeństwem w lotnictwie cywilnym, </w:t>
            </w: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>Katowice 2016,</w:t>
            </w:r>
          </w:p>
          <w:p w14:paraId="551D18DC" w14:textId="77777777" w:rsidR="00F747AB" w:rsidRPr="00DD7559" w:rsidRDefault="00F747AB" w:rsidP="00DD755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M. Żylicz, </w:t>
            </w:r>
            <w:r w:rsidRPr="00DD7559"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 xml:space="preserve">Prawo lotnicze międzynarodowe, europejskie i krajowe, </w:t>
            </w: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>Warszawa 2011</w:t>
            </w:r>
          </w:p>
          <w:p w14:paraId="584F8E7B" w14:textId="77777777" w:rsidR="00F747AB" w:rsidRPr="00DD7559" w:rsidRDefault="00F747AB" w:rsidP="00DD755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 (red.), </w:t>
            </w:r>
            <w:r w:rsidRPr="00DD7559"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>Prawo gospodarcze. Kompendium</w:t>
            </w: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>, Warszawa 2019,</w:t>
            </w:r>
          </w:p>
          <w:p w14:paraId="7F19E75C" w14:textId="5921716E" w:rsidR="00F747AB" w:rsidRPr="00DD7559" w:rsidRDefault="00F747AB" w:rsidP="00DD7559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19" w:hanging="283"/>
              <w:rPr>
                <w:rFonts w:ascii="Corbel" w:hAnsi="Corbel"/>
              </w:rPr>
            </w:pPr>
            <w:r w:rsidRPr="00DD7559">
              <w:rPr>
                <w:rFonts w:ascii="Corbel" w:hAnsi="Corbel"/>
              </w:rPr>
              <w:t xml:space="preserve">Olszewski J., </w:t>
            </w:r>
            <w:r w:rsidRPr="00DD7559">
              <w:rPr>
                <w:rFonts w:ascii="Corbel" w:hAnsi="Corbel"/>
                <w:i/>
                <w:iCs/>
              </w:rPr>
              <w:t>Prawo konkurencji w prawie lotniczym (</w:t>
            </w:r>
            <w:proofErr w:type="spellStart"/>
            <w:r w:rsidRPr="00DD7559">
              <w:rPr>
                <w:rFonts w:ascii="Corbel" w:hAnsi="Corbel"/>
                <w:i/>
                <w:iCs/>
              </w:rPr>
              <w:t>przegląd</w:t>
            </w:r>
            <w:proofErr w:type="spellEnd"/>
            <w:r w:rsidRPr="00DD7559">
              <w:rPr>
                <w:rFonts w:ascii="Corbel" w:hAnsi="Corbel"/>
                <w:i/>
                <w:iCs/>
              </w:rPr>
              <w:t xml:space="preserve"> </w:t>
            </w:r>
            <w:proofErr w:type="spellStart"/>
            <w:r w:rsidRPr="00DD7559">
              <w:rPr>
                <w:rFonts w:ascii="Corbel" w:hAnsi="Corbel"/>
                <w:i/>
                <w:iCs/>
              </w:rPr>
              <w:t>ważniejszych</w:t>
            </w:r>
            <w:proofErr w:type="spellEnd"/>
            <w:r w:rsidRPr="00DD7559">
              <w:rPr>
                <w:rFonts w:ascii="Corbel" w:hAnsi="Corbel"/>
                <w:i/>
                <w:iCs/>
              </w:rPr>
              <w:t xml:space="preserve"> </w:t>
            </w:r>
            <w:proofErr w:type="spellStart"/>
            <w:r w:rsidRPr="00DD7559">
              <w:rPr>
                <w:rFonts w:ascii="Corbel" w:hAnsi="Corbel"/>
                <w:i/>
                <w:iCs/>
              </w:rPr>
              <w:t>rozwiązan</w:t>
            </w:r>
            <w:proofErr w:type="spellEnd"/>
            <w:r w:rsidRPr="00DD7559">
              <w:rPr>
                <w:rFonts w:ascii="Corbel" w:hAnsi="Corbel"/>
                <w:i/>
                <w:iCs/>
              </w:rPr>
              <w:t>́)</w:t>
            </w:r>
            <w:r w:rsidRPr="00DD7559">
              <w:rPr>
                <w:rFonts w:ascii="Corbel" w:hAnsi="Corbel"/>
              </w:rPr>
              <w:t xml:space="preserve"> [w:] „Aktualne problemy prawa lotniczego”, red. E. Dynia, P. </w:t>
            </w:r>
            <w:proofErr w:type="spellStart"/>
            <w:r w:rsidRPr="00DD7559">
              <w:rPr>
                <w:rFonts w:ascii="Corbel" w:hAnsi="Corbel"/>
              </w:rPr>
              <w:t>Cieciński</w:t>
            </w:r>
            <w:proofErr w:type="spellEnd"/>
            <w:r w:rsidRPr="00DD7559">
              <w:rPr>
                <w:rFonts w:ascii="Corbel" w:hAnsi="Corbel"/>
              </w:rPr>
              <w:t xml:space="preserve">, </w:t>
            </w:r>
            <w:proofErr w:type="spellStart"/>
            <w:r w:rsidRPr="00DD7559">
              <w:rPr>
                <w:rFonts w:ascii="Corbel" w:hAnsi="Corbel"/>
              </w:rPr>
              <w:t>Rzeszów</w:t>
            </w:r>
            <w:proofErr w:type="spellEnd"/>
            <w:r w:rsidRPr="00DD7559">
              <w:rPr>
                <w:rFonts w:ascii="Corbel" w:hAnsi="Corbel"/>
              </w:rPr>
              <w:t xml:space="preserve"> 2015, </w:t>
            </w:r>
            <w:r w:rsidR="00DD7559">
              <w:rPr>
                <w:rFonts w:ascii="Corbel" w:hAnsi="Corbel"/>
              </w:rPr>
              <w:br/>
            </w:r>
            <w:r w:rsidRPr="00DD7559">
              <w:rPr>
                <w:rFonts w:ascii="Corbel" w:hAnsi="Corbel"/>
              </w:rPr>
              <w:t xml:space="preserve">s. 194 - 204 </w:t>
            </w:r>
          </w:p>
          <w:p w14:paraId="1FCDBD18" w14:textId="73096725" w:rsidR="00F747AB" w:rsidRPr="00DD7559" w:rsidRDefault="00F747AB" w:rsidP="00DD755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J., Sznajder J., </w:t>
            </w:r>
            <w:r w:rsidRPr="00DD7559">
              <w:rPr>
                <w:rFonts w:ascii="Corbel" w:hAnsi="Corbel" w:cs="Tahoma"/>
                <w:i/>
                <w:iCs/>
                <w:color w:val="181A1C"/>
                <w:sz w:val="24"/>
                <w:szCs w:val="24"/>
              </w:rPr>
              <w:t>Prawne aspekty transportu lotniczego</w:t>
            </w:r>
            <w:r w:rsidR="00670D1E" w:rsidRPr="00DD7559">
              <w:rPr>
                <w:rFonts w:ascii="Corbel" w:hAnsi="Corbel" w:cs="Tahoma"/>
                <w:i/>
                <w:iCs/>
                <w:color w:val="181A1C"/>
                <w:sz w:val="24"/>
                <w:szCs w:val="24"/>
              </w:rPr>
              <w:t xml:space="preserve"> </w:t>
            </w:r>
            <w:r w:rsidRPr="00DD7559">
              <w:rPr>
                <w:rFonts w:ascii="Corbel" w:hAnsi="Corbel" w:cs="Tahoma"/>
                <w:i/>
                <w:iCs/>
                <w:color w:val="181A1C"/>
                <w:sz w:val="24"/>
                <w:szCs w:val="24"/>
              </w:rPr>
              <w:t>- pracownik branży lotniczej</w:t>
            </w:r>
            <w:r w:rsidRPr="00DD7559">
              <w:rPr>
                <w:rFonts w:ascii="Corbel" w:hAnsi="Corbel" w:cs="Tahoma"/>
                <w:color w:val="181A1C"/>
                <w:sz w:val="24"/>
                <w:szCs w:val="24"/>
              </w:rPr>
              <w:t>, Rzeszów 2011</w:t>
            </w:r>
          </w:p>
          <w:p w14:paraId="5DDDAFD7" w14:textId="1501D846" w:rsidR="003F7E08" w:rsidRPr="00DD7559" w:rsidRDefault="00F747AB" w:rsidP="006210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318" w:hanging="284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J., Sznajder J., </w:t>
            </w:r>
            <w:r w:rsidRPr="00DD7559">
              <w:rPr>
                <w:rFonts w:ascii="Corbel" w:hAnsi="Corbel" w:cs="Tahoma"/>
                <w:i/>
                <w:iCs/>
                <w:color w:val="181A1C"/>
                <w:sz w:val="24"/>
                <w:szCs w:val="24"/>
              </w:rPr>
              <w:t>Prawne aspekty transportu lotniczego</w:t>
            </w:r>
            <w:r w:rsidR="00670D1E" w:rsidRPr="00DD7559">
              <w:rPr>
                <w:rFonts w:ascii="Corbel" w:hAnsi="Corbel" w:cs="Tahoma"/>
                <w:i/>
                <w:iCs/>
                <w:color w:val="181A1C"/>
                <w:sz w:val="24"/>
                <w:szCs w:val="24"/>
              </w:rPr>
              <w:t xml:space="preserve"> </w:t>
            </w:r>
            <w:r w:rsidRPr="00DD7559">
              <w:rPr>
                <w:rFonts w:ascii="Corbel" w:hAnsi="Corbel" w:cs="Tahoma"/>
                <w:i/>
                <w:iCs/>
                <w:color w:val="181A1C"/>
                <w:sz w:val="24"/>
                <w:szCs w:val="24"/>
              </w:rPr>
              <w:t>- pracownik branży lotniczej</w:t>
            </w:r>
            <w:r w:rsidRPr="00DD7559">
              <w:rPr>
                <w:rFonts w:ascii="Corbel" w:hAnsi="Corbel" w:cs="Tahoma"/>
                <w:color w:val="181A1C"/>
                <w:sz w:val="24"/>
                <w:szCs w:val="24"/>
              </w:rPr>
              <w:t>, Rzeszów 2010</w:t>
            </w:r>
          </w:p>
        </w:tc>
      </w:tr>
      <w:tr w:rsidR="0085747A" w:rsidRPr="00DD7559" w14:paraId="242648B4" w14:textId="77777777" w:rsidTr="00DD7559">
        <w:trPr>
          <w:trHeight w:val="272"/>
        </w:trPr>
        <w:tc>
          <w:tcPr>
            <w:tcW w:w="9349" w:type="dxa"/>
          </w:tcPr>
          <w:p w14:paraId="1E3171B8" w14:textId="77777777" w:rsidR="0085747A" w:rsidRPr="00DD7559" w:rsidRDefault="0085747A" w:rsidP="006210AB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DD755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14D7B99" w14:textId="77777777" w:rsidR="00F747AB" w:rsidRPr="00DD7559" w:rsidRDefault="00F747AB" w:rsidP="006210AB">
            <w:pPr>
              <w:pStyle w:val="Akapitzlist"/>
              <w:numPr>
                <w:ilvl w:val="0"/>
                <w:numId w:val="4"/>
              </w:numPr>
              <w:spacing w:before="60" w:after="0" w:line="240" w:lineRule="auto"/>
              <w:ind w:left="311" w:hanging="275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Biskup-Grabowska K., </w:t>
            </w:r>
            <w:r w:rsidRPr="00DD7559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>Rozwój rynku usług lotniczych a kwestia ochrony środowiska</w:t>
            </w: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, „Prawne Problemy Górnictwa I Ochrony Środowiska</w:t>
            </w:r>
            <w:r w:rsidRPr="00DD7559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>”</w:t>
            </w: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, (2) 2024</w:t>
            </w:r>
          </w:p>
          <w:p w14:paraId="048B65F1" w14:textId="77777777" w:rsidR="00F747AB" w:rsidRPr="00DD7559" w:rsidRDefault="00F747AB" w:rsidP="00DD755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 w:hanging="275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Dynia E., Pączek M., </w:t>
            </w:r>
            <w:r w:rsidRPr="00DD7559"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>Prawo lotnicze i kosmiczne oraz technologie – nowe wyzwania, Rzeszów 2019</w:t>
            </w:r>
          </w:p>
          <w:p w14:paraId="72D27B5B" w14:textId="77777777" w:rsidR="00F747AB" w:rsidRPr="00DD7559" w:rsidRDefault="00F747AB" w:rsidP="00DD755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 w:hanging="275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>Powałowski</w:t>
            </w:r>
            <w:proofErr w:type="spellEnd"/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A. (red.), </w:t>
            </w:r>
            <w:r w:rsidRPr="00DD7559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 xml:space="preserve">Prawo gospodarcze publiczne, </w:t>
            </w:r>
            <w:r w:rsidRPr="00DD7559">
              <w:rPr>
                <w:rFonts w:ascii="Corbel" w:eastAsia="Cambria" w:hAnsi="Corbel"/>
                <w:sz w:val="24"/>
                <w:szCs w:val="24"/>
                <w:lang w:eastAsia="pl-PL"/>
              </w:rPr>
              <w:t>Warszawa 2019</w:t>
            </w:r>
          </w:p>
          <w:p w14:paraId="0FD343BA" w14:textId="77777777" w:rsidR="00F747AB" w:rsidRPr="00DD7559" w:rsidRDefault="00F747AB" w:rsidP="006210AB">
            <w:pPr>
              <w:pStyle w:val="Akapitzlist"/>
              <w:numPr>
                <w:ilvl w:val="0"/>
                <w:numId w:val="4"/>
              </w:numPr>
              <w:spacing w:after="60" w:line="240" w:lineRule="auto"/>
              <w:ind w:left="306" w:hanging="272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</w:pP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Singh R., Kaul S., Deva Rao S., </w:t>
            </w:r>
            <w:r w:rsidRPr="00DD7559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val="en-US" w:eastAsia="pl-PL"/>
              </w:rPr>
              <w:t>International conference on current developments in air &amp; space law</w:t>
            </w: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>dostęp</w:t>
            </w:r>
            <w:proofErr w:type="spellEnd"/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  <w:p w14:paraId="36D9FF2D" w14:textId="77777777" w:rsidR="00F747AB" w:rsidRPr="00DD7559" w:rsidRDefault="00F747AB" w:rsidP="006210AB">
            <w:pPr>
              <w:pStyle w:val="Akapitzlist"/>
              <w:numPr>
                <w:ilvl w:val="0"/>
                <w:numId w:val="4"/>
              </w:numPr>
              <w:spacing w:after="60" w:line="240" w:lineRule="auto"/>
              <w:ind w:left="306" w:hanging="272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lastRenderedPageBreak/>
              <w:t xml:space="preserve">Sowiński R., </w:t>
            </w:r>
            <w:r w:rsidRPr="00DD7559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>Administracyjna reglamentacja działalności gospodarczej</w:t>
            </w: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, Wrocław 2006</w:t>
            </w:r>
          </w:p>
          <w:p w14:paraId="2DC2C5AD" w14:textId="2A2DC11C" w:rsidR="00670D1E" w:rsidRPr="006210AB" w:rsidRDefault="00F747AB" w:rsidP="006210AB">
            <w:pPr>
              <w:pStyle w:val="Akapitzlist"/>
              <w:numPr>
                <w:ilvl w:val="0"/>
                <w:numId w:val="4"/>
              </w:numPr>
              <w:spacing w:after="60" w:line="240" w:lineRule="auto"/>
              <w:ind w:left="306" w:hanging="272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Stec M., </w:t>
            </w:r>
            <w:r w:rsidRPr="00DD7559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Kooperacyjne umowy czarterowe w transporcie lotniczym, </w:t>
            </w:r>
            <w:r w:rsidRPr="00DD7559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Państwo i Prawo, (42)1987</w:t>
            </w:r>
          </w:p>
        </w:tc>
      </w:tr>
    </w:tbl>
    <w:p w14:paraId="6BBFE679" w14:textId="77777777" w:rsidR="0085747A" w:rsidRPr="00DD755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4445" w14:textId="77777777" w:rsidR="00670D1E" w:rsidRPr="00DD7559" w:rsidRDefault="00670D1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F99BEE" w14:textId="77777777" w:rsidR="0085747A" w:rsidRPr="00426F5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26F5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26F5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3963B" w14:textId="77777777" w:rsidR="003240BD" w:rsidRDefault="003240BD" w:rsidP="00C16ABF">
      <w:pPr>
        <w:spacing w:after="0" w:line="240" w:lineRule="auto"/>
      </w:pPr>
      <w:r>
        <w:separator/>
      </w:r>
    </w:p>
  </w:endnote>
  <w:endnote w:type="continuationSeparator" w:id="0">
    <w:p w14:paraId="62A65295" w14:textId="77777777" w:rsidR="003240BD" w:rsidRDefault="003240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132E6" w14:textId="77777777" w:rsidR="003240BD" w:rsidRDefault="003240BD" w:rsidP="00C16ABF">
      <w:pPr>
        <w:spacing w:after="0" w:line="240" w:lineRule="auto"/>
      </w:pPr>
      <w:r>
        <w:separator/>
      </w:r>
    </w:p>
  </w:footnote>
  <w:footnote w:type="continuationSeparator" w:id="0">
    <w:p w14:paraId="2C8A4606" w14:textId="77777777" w:rsidR="003240BD" w:rsidRDefault="003240BD" w:rsidP="00C16ABF">
      <w:pPr>
        <w:spacing w:after="0" w:line="240" w:lineRule="auto"/>
      </w:pPr>
      <w:r>
        <w:continuationSeparator/>
      </w:r>
    </w:p>
  </w:footnote>
  <w:footnote w:id="1">
    <w:p w14:paraId="2E84FAA7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939D9"/>
    <w:multiLevelType w:val="hybridMultilevel"/>
    <w:tmpl w:val="92EE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327966">
    <w:abstractNumId w:val="2"/>
  </w:num>
  <w:num w:numId="2" w16cid:durableId="1759790899">
    <w:abstractNumId w:val="5"/>
  </w:num>
  <w:num w:numId="3" w16cid:durableId="2007317632">
    <w:abstractNumId w:val="4"/>
  </w:num>
  <w:num w:numId="4" w16cid:durableId="927228806">
    <w:abstractNumId w:val="1"/>
  </w:num>
  <w:num w:numId="5" w16cid:durableId="1152330930">
    <w:abstractNumId w:val="3"/>
  </w:num>
  <w:num w:numId="6" w16cid:durableId="17026325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0F607F"/>
    <w:rsid w:val="00102CCD"/>
    <w:rsid w:val="00110DBB"/>
    <w:rsid w:val="00124BFF"/>
    <w:rsid w:val="0012560E"/>
    <w:rsid w:val="00127108"/>
    <w:rsid w:val="00134B13"/>
    <w:rsid w:val="001447A0"/>
    <w:rsid w:val="0014493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3B0A"/>
    <w:rsid w:val="002144C0"/>
    <w:rsid w:val="0022477D"/>
    <w:rsid w:val="002278A9"/>
    <w:rsid w:val="002336F9"/>
    <w:rsid w:val="0024028F"/>
    <w:rsid w:val="00244ABC"/>
    <w:rsid w:val="0025650D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4ABE"/>
    <w:rsid w:val="003018BA"/>
    <w:rsid w:val="0030395F"/>
    <w:rsid w:val="00305C92"/>
    <w:rsid w:val="003151C5"/>
    <w:rsid w:val="003179EC"/>
    <w:rsid w:val="003240BD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3F7E08"/>
    <w:rsid w:val="00414E3C"/>
    <w:rsid w:val="0042244A"/>
    <w:rsid w:val="00426F5F"/>
    <w:rsid w:val="0042745A"/>
    <w:rsid w:val="00431D5C"/>
    <w:rsid w:val="004362C6"/>
    <w:rsid w:val="00437FA2"/>
    <w:rsid w:val="00445970"/>
    <w:rsid w:val="00451C1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1D15"/>
    <w:rsid w:val="0050496F"/>
    <w:rsid w:val="0050594B"/>
    <w:rsid w:val="00513B6F"/>
    <w:rsid w:val="00517C63"/>
    <w:rsid w:val="005363C4"/>
    <w:rsid w:val="00536BDE"/>
    <w:rsid w:val="00543ACC"/>
    <w:rsid w:val="005440AE"/>
    <w:rsid w:val="0056696D"/>
    <w:rsid w:val="005721D5"/>
    <w:rsid w:val="0059484D"/>
    <w:rsid w:val="00595BB6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0AB"/>
    <w:rsid w:val="00621CE1"/>
    <w:rsid w:val="00624DAA"/>
    <w:rsid w:val="00627FC9"/>
    <w:rsid w:val="0063598F"/>
    <w:rsid w:val="00647FA8"/>
    <w:rsid w:val="00650C5F"/>
    <w:rsid w:val="00654934"/>
    <w:rsid w:val="00655BEB"/>
    <w:rsid w:val="006620D9"/>
    <w:rsid w:val="00670D1E"/>
    <w:rsid w:val="00671082"/>
    <w:rsid w:val="00671958"/>
    <w:rsid w:val="00673E64"/>
    <w:rsid w:val="00675843"/>
    <w:rsid w:val="00696477"/>
    <w:rsid w:val="006B17AA"/>
    <w:rsid w:val="006C3B5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199C"/>
    <w:rsid w:val="007B1E80"/>
    <w:rsid w:val="007B5CB5"/>
    <w:rsid w:val="007C3299"/>
    <w:rsid w:val="007C3BCC"/>
    <w:rsid w:val="007C4546"/>
    <w:rsid w:val="007D6E56"/>
    <w:rsid w:val="007F4155"/>
    <w:rsid w:val="007F4A14"/>
    <w:rsid w:val="0081554D"/>
    <w:rsid w:val="0081707E"/>
    <w:rsid w:val="00843577"/>
    <w:rsid w:val="008449B3"/>
    <w:rsid w:val="00851D1C"/>
    <w:rsid w:val="00855481"/>
    <w:rsid w:val="0085747A"/>
    <w:rsid w:val="008738BA"/>
    <w:rsid w:val="00882742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D3F83"/>
    <w:rsid w:val="008E64F4"/>
    <w:rsid w:val="008F12C9"/>
    <w:rsid w:val="008F2F75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B2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26FC4"/>
    <w:rsid w:val="00B3130B"/>
    <w:rsid w:val="00B40ADB"/>
    <w:rsid w:val="00B43B77"/>
    <w:rsid w:val="00B43E80"/>
    <w:rsid w:val="00B607DB"/>
    <w:rsid w:val="00B608E1"/>
    <w:rsid w:val="00B66529"/>
    <w:rsid w:val="00B75946"/>
    <w:rsid w:val="00B8056E"/>
    <w:rsid w:val="00B819C8"/>
    <w:rsid w:val="00B82308"/>
    <w:rsid w:val="00B90885"/>
    <w:rsid w:val="00BA1E01"/>
    <w:rsid w:val="00BB0D12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D3"/>
    <w:rsid w:val="00C56036"/>
    <w:rsid w:val="00C61DC5"/>
    <w:rsid w:val="00C67E92"/>
    <w:rsid w:val="00C70A26"/>
    <w:rsid w:val="00C766DF"/>
    <w:rsid w:val="00C81AC6"/>
    <w:rsid w:val="00C843C7"/>
    <w:rsid w:val="00C94B98"/>
    <w:rsid w:val="00CA2B96"/>
    <w:rsid w:val="00CA5089"/>
    <w:rsid w:val="00CB34AA"/>
    <w:rsid w:val="00CC295B"/>
    <w:rsid w:val="00CD6897"/>
    <w:rsid w:val="00CE5BAC"/>
    <w:rsid w:val="00CF25BE"/>
    <w:rsid w:val="00CF4D4A"/>
    <w:rsid w:val="00CF78ED"/>
    <w:rsid w:val="00D02B25"/>
    <w:rsid w:val="00D02EBA"/>
    <w:rsid w:val="00D1167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217"/>
    <w:rsid w:val="00DA2114"/>
    <w:rsid w:val="00DD0810"/>
    <w:rsid w:val="00DD7559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828C7"/>
    <w:rsid w:val="00E960BB"/>
    <w:rsid w:val="00EA2074"/>
    <w:rsid w:val="00EA4832"/>
    <w:rsid w:val="00EA4E9D"/>
    <w:rsid w:val="00EB5CA1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7AB"/>
    <w:rsid w:val="00F83B28"/>
    <w:rsid w:val="00FA2FD7"/>
    <w:rsid w:val="00FA46E5"/>
    <w:rsid w:val="00FB7DBA"/>
    <w:rsid w:val="00FC1C25"/>
    <w:rsid w:val="00FC3F45"/>
    <w:rsid w:val="00FC4DC3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83D9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59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8E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59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BB88-F4C6-44A5-AFA1-EF31F344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2025-11-19T13:03:00Z</cp:lastPrinted>
  <dcterms:created xsi:type="dcterms:W3CDTF">2025-09-25T08:51:00Z</dcterms:created>
  <dcterms:modified xsi:type="dcterms:W3CDTF">2025-11-19T13:04:00Z</dcterms:modified>
</cp:coreProperties>
</file>